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97" w:type="dxa"/>
        <w:jc w:val="center"/>
        <w:tblBorders>
          <w:insideH w:val="single" w:sz="8" w:space="0" w:color="FF6600"/>
          <w:insideV w:val="single" w:sz="18" w:space="0" w:color="FF66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4"/>
        <w:gridCol w:w="6103"/>
      </w:tblGrid>
      <w:tr w:rsidR="00D7378B" w:rsidRPr="009D42EB" w14:paraId="636FC136" w14:textId="77777777" w:rsidTr="00A85AFE">
        <w:trPr>
          <w:cantSplit/>
          <w:trHeight w:val="411"/>
          <w:jc w:val="center"/>
        </w:trPr>
        <w:tc>
          <w:tcPr>
            <w:tcW w:w="4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C134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b w:val="0"/>
                <w:color w:val="000000"/>
                <w:sz w:val="16"/>
              </w:rPr>
              <w:t>LOCAL :</w:t>
            </w:r>
          </w:p>
        </w:tc>
        <w:tc>
          <w:tcPr>
            <w:tcW w:w="6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C135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b w:val="0"/>
                <w:color w:val="000000"/>
                <w:sz w:val="16"/>
              </w:rPr>
              <w:t>BANCO:</w:t>
            </w:r>
          </w:p>
        </w:tc>
      </w:tr>
      <w:tr w:rsidR="00D7378B" w:rsidRPr="009D42EB" w14:paraId="636FC138" w14:textId="77777777" w:rsidTr="00A85AFE">
        <w:trPr>
          <w:cantSplit/>
          <w:trHeight w:val="412"/>
          <w:jc w:val="center"/>
        </w:trPr>
        <w:tc>
          <w:tcPr>
            <w:tcW w:w="103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C137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b w:val="0"/>
                <w:bCs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b w:val="0"/>
                <w:color w:val="000000"/>
                <w:sz w:val="16"/>
              </w:rPr>
              <w:t>INSPECIONADO POR:                                                                                                                   CARGO:</w:t>
            </w:r>
            <w:r w:rsidRPr="009D42EB">
              <w:rPr>
                <w:rFonts w:ascii="Calibri" w:hAnsi="Calibri" w:cs="Calibri"/>
                <w:b w:val="0"/>
                <w:bCs/>
                <w:color w:val="000000"/>
                <w:sz w:val="16"/>
              </w:rPr>
              <w:t xml:space="preserve"> </w:t>
            </w:r>
          </w:p>
        </w:tc>
      </w:tr>
    </w:tbl>
    <w:p w14:paraId="636FC139" w14:textId="77777777" w:rsidR="00D7378B" w:rsidRPr="00B335F2" w:rsidRDefault="00D7378B" w:rsidP="00D7378B">
      <w:pPr>
        <w:pStyle w:val="Ttulo"/>
        <w:spacing w:before="180"/>
        <w:ind w:left="-540"/>
        <w:rPr>
          <w:b w:val="0"/>
          <w:bCs/>
          <w:color w:val="000000"/>
          <w:sz w:val="16"/>
          <w:szCs w:val="16"/>
        </w:rPr>
      </w:pPr>
      <w:r w:rsidRPr="00B335F2">
        <w:rPr>
          <w:color w:val="000000"/>
          <w:sz w:val="16"/>
          <w:szCs w:val="16"/>
        </w:rPr>
        <w:t xml:space="preserve">DATA: </w:t>
      </w:r>
      <w:r w:rsidRPr="00B335F2">
        <w:rPr>
          <w:b w:val="0"/>
          <w:bCs/>
          <w:color w:val="000000"/>
          <w:sz w:val="16"/>
          <w:szCs w:val="16"/>
        </w:rPr>
        <w:t>........... / ....</w:t>
      </w:r>
      <w:r>
        <w:rPr>
          <w:b w:val="0"/>
          <w:bCs/>
          <w:color w:val="000000"/>
          <w:sz w:val="16"/>
          <w:szCs w:val="16"/>
        </w:rPr>
        <w:t>...</w:t>
      </w:r>
      <w:r w:rsidRPr="00B335F2">
        <w:rPr>
          <w:b w:val="0"/>
          <w:bCs/>
          <w:color w:val="000000"/>
          <w:sz w:val="16"/>
          <w:szCs w:val="16"/>
        </w:rPr>
        <w:t xml:space="preserve">.... / ............   </w:t>
      </w:r>
      <w:r>
        <w:rPr>
          <w:b w:val="0"/>
          <w:bCs/>
          <w:color w:val="000000"/>
          <w:sz w:val="16"/>
          <w:szCs w:val="16"/>
        </w:rPr>
        <w:t xml:space="preserve">       </w:t>
      </w:r>
      <w:r w:rsidRPr="00B335F2">
        <w:rPr>
          <w:bCs/>
          <w:color w:val="000000"/>
          <w:sz w:val="16"/>
          <w:szCs w:val="16"/>
        </w:rPr>
        <w:t>TURNO</w:t>
      </w:r>
      <w:r w:rsidRPr="00B335F2">
        <w:rPr>
          <w:b w:val="0"/>
          <w:bCs/>
          <w:color w:val="000000"/>
          <w:sz w:val="16"/>
          <w:szCs w:val="16"/>
        </w:rPr>
        <w:t>: ..............................</w:t>
      </w:r>
    </w:p>
    <w:tbl>
      <w:tblPr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57"/>
        <w:gridCol w:w="4094"/>
        <w:gridCol w:w="17"/>
        <w:gridCol w:w="408"/>
        <w:gridCol w:w="17"/>
        <w:gridCol w:w="409"/>
        <w:gridCol w:w="17"/>
        <w:gridCol w:w="409"/>
        <w:gridCol w:w="16"/>
        <w:gridCol w:w="4530"/>
        <w:gridCol w:w="25"/>
      </w:tblGrid>
      <w:tr w:rsidR="00D7378B" w:rsidRPr="009D42EB" w14:paraId="636FC13F" w14:textId="77777777" w:rsidTr="00A85AFE">
        <w:trPr>
          <w:gridAfter w:val="1"/>
          <w:wAfter w:w="25" w:type="dxa"/>
          <w:cantSplit/>
          <w:trHeight w:val="425"/>
          <w:jc w:val="center"/>
        </w:trPr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3A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ITENS A SEREM INSPECIONADOS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3B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SIM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3C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NÃO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3D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N.A.</w:t>
            </w: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3E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OBSERVAÇÕES E MEDIDAS DE CORRETIVAS</w:t>
            </w:r>
          </w:p>
        </w:tc>
      </w:tr>
      <w:tr w:rsidR="00D7378B" w:rsidRPr="009D42EB" w14:paraId="636FC146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40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41" w14:textId="77777777"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bookmarkStart w:id="0" w:name="OLE_LINK1"/>
            <w:bookmarkStart w:id="1" w:name="OLE_LINK2"/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</w:t>
            </w:r>
            <w:bookmarkEnd w:id="0"/>
            <w:bookmarkEnd w:id="1"/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 xml:space="preserve"> trincas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42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43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44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45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4D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47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48" w14:textId="77777777"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recalques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49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4A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4B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4C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54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4E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4F" w14:textId="77777777"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erosões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50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51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52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53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5B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55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56" w14:textId="77777777"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Foram identificadas áreas saturadas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57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58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59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5A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62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3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5C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5D" w14:textId="77777777"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Taludes negativos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5E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5F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0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1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69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3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64" w14:textId="77777777"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rompimentos de taludes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65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66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7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8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70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A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1.7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6B" w14:textId="77777777"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Há presença de água na bancada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6C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6D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E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6F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77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71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1.8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72" w14:textId="77777777" w:rsidR="00D7378B" w:rsidRPr="009D42EB" w:rsidRDefault="00D7378B" w:rsidP="00A85AFE">
            <w:pPr>
              <w:rPr>
                <w:rFonts w:ascii="Calibri" w:hAnsi="Calibri" w:cs="Calibri"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color w:val="000000"/>
                <w:sz w:val="14"/>
              </w:rPr>
              <w:t>Existem vegetações (árvores) tombadas ou inclinadas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73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74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75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76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7E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78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1.9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79" w14:textId="77777777" w:rsidR="00D7378B" w:rsidRPr="009D42EB" w:rsidRDefault="00D7378B" w:rsidP="00A85AFE">
            <w:pPr>
              <w:rPr>
                <w:rFonts w:ascii="Calibri" w:hAnsi="Calibri" w:cs="Calibri"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color w:val="000000"/>
                <w:sz w:val="14"/>
              </w:rPr>
              <w:t>Existe risco de queda de material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7A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7B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7C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7D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85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7F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80" w14:textId="77777777" w:rsidR="00D7378B" w:rsidRPr="009D42EB" w:rsidRDefault="00D7378B" w:rsidP="00A85AFE">
            <w:pPr>
              <w:rPr>
                <w:rFonts w:ascii="Calibri" w:hAnsi="Calibri" w:cs="Calibri"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Área de influência de trabalho cercada e isolada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81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82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83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84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8C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86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87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Presença de Blocos na Crista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88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89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8A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8B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93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8D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8E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Leira de Proteção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8F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90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91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92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9A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94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95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Largura do Acesso Adequada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96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97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98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99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A1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9B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9C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Ângulo do talude esta escarificado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9D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9E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9F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A0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A8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A2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A3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Presença de blocos pré – formados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A4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A5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A6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A7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AF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A9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1.16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AA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Altura da bancada esta de acordo com o plano de lavra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AB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AC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AD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AE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B6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B0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1.17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B1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Há trincas de tração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B2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B3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B4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B5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BD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B7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1.18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B8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Há presença de escavações nas proximidades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B9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BA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BB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BC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C4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BE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1.19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BF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O nivelamento da praça é satisfatório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C0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C1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C2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C3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14:paraId="636FC1CB" w14:textId="77777777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C5" w14:textId="77777777"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1.29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FC1C6" w14:textId="77777777"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Ângulo do talude esta negativo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C7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1C8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C9" w14:textId="77777777"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C1CA" w14:textId="77777777"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</w:tbl>
    <w:p w14:paraId="636FC1CC" w14:textId="77777777" w:rsidR="00D7378B" w:rsidRPr="009D42EB" w:rsidRDefault="00D7378B" w:rsidP="00D7378B">
      <w:pPr>
        <w:pStyle w:val="Ttulo"/>
        <w:spacing w:before="120" w:after="120"/>
        <w:jc w:val="left"/>
        <w:rPr>
          <w:rFonts w:ascii="Calibri" w:hAnsi="Calibri" w:cs="Calibri"/>
          <w:b w:val="0"/>
          <w:bCs/>
          <w:color w:val="000000"/>
        </w:rPr>
      </w:pPr>
      <w:r w:rsidRPr="009D42EB">
        <w:rPr>
          <w:rFonts w:ascii="Calibri" w:hAnsi="Calibri" w:cs="Calibri"/>
          <w:b w:val="0"/>
          <w:bCs/>
          <w:color w:val="000000"/>
        </w:rPr>
        <w:tab/>
      </w:r>
    </w:p>
    <w:p w14:paraId="636FC1CD" w14:textId="77777777" w:rsidR="00D7378B" w:rsidRPr="009D42EB" w:rsidRDefault="00D7378B" w:rsidP="00D7378B">
      <w:pPr>
        <w:pStyle w:val="Ttulo"/>
        <w:jc w:val="left"/>
        <w:rPr>
          <w:rFonts w:ascii="Calibri" w:hAnsi="Calibri" w:cs="Calibri"/>
          <w:sz w:val="18"/>
        </w:rPr>
      </w:pPr>
      <w:r>
        <w:rPr>
          <w:rFonts w:ascii="Calibri" w:hAnsi="Calibri" w:cs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6FC1DA" wp14:editId="636FC1DB">
                <wp:simplePos x="0" y="0"/>
                <wp:positionH relativeFrom="column">
                  <wp:posOffset>3705833</wp:posOffset>
                </wp:positionH>
                <wp:positionV relativeFrom="paragraph">
                  <wp:posOffset>6350</wp:posOffset>
                </wp:positionV>
                <wp:extent cx="123825" cy="123825"/>
                <wp:effectExtent l="0" t="0" r="28575" b="28575"/>
                <wp:wrapNone/>
                <wp:docPr id="12" name="Retâ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1BC62" id="Retângulo 12" o:spid="_x0000_s1026" style="position:absolute;margin-left:291.8pt;margin-top:.5pt;width:9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BjvwIAAI0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" strokeweight="1.5pt"/>
            </w:pict>
          </mc:Fallback>
        </mc:AlternateContent>
      </w:r>
      <w:r>
        <w:rPr>
          <w:rFonts w:ascii="Calibri" w:hAnsi="Calibri" w:cs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FC1DC" wp14:editId="636FC1DD">
                <wp:simplePos x="0" y="0"/>
                <wp:positionH relativeFrom="column">
                  <wp:posOffset>34290</wp:posOffset>
                </wp:positionH>
                <wp:positionV relativeFrom="paragraph">
                  <wp:posOffset>6350</wp:posOffset>
                </wp:positionV>
                <wp:extent cx="123825" cy="123825"/>
                <wp:effectExtent l="13335" t="15875" r="15240" b="12700"/>
                <wp:wrapNone/>
                <wp:docPr id="11" name="Retâ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A8CBE" id="Retângulo 11" o:spid="_x0000_s1026" style="position:absolute;margin-left:2.7pt;margin-top:.5pt;width:9.7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nvUwAIAAI0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" strokeweight="1.5pt"/>
            </w:pict>
          </mc:Fallback>
        </mc:AlternateContent>
      </w:r>
      <w:r w:rsidRPr="009D42EB">
        <w:rPr>
          <w:rFonts w:ascii="Calibri" w:hAnsi="Calibri" w:cs="Calibri"/>
          <w:sz w:val="18"/>
        </w:rPr>
        <w:t xml:space="preserve">       </w:t>
      </w:r>
      <w:r w:rsidRPr="009D42EB">
        <w:rPr>
          <w:rFonts w:ascii="Calibri" w:hAnsi="Calibri" w:cs="Calibri"/>
          <w:b w:val="0"/>
          <w:sz w:val="18"/>
        </w:rPr>
        <w:t>Liberado com condições seguras</w:t>
      </w:r>
      <w:r w:rsidRPr="009D42EB">
        <w:rPr>
          <w:rFonts w:ascii="Calibri" w:hAnsi="Calibri" w:cs="Calibri"/>
          <w:b w:val="0"/>
          <w:bCs/>
          <w:sz w:val="18"/>
        </w:rPr>
        <w:t xml:space="preserve">                                                                                      Paralisadas as atividades</w:t>
      </w:r>
    </w:p>
    <w:p w14:paraId="636FC1CE" w14:textId="77777777" w:rsidR="00D7378B" w:rsidRPr="009D42EB" w:rsidRDefault="00D7378B" w:rsidP="00D7378B">
      <w:pPr>
        <w:pStyle w:val="Ttulo"/>
        <w:jc w:val="left"/>
        <w:rPr>
          <w:rFonts w:ascii="Calibri" w:hAnsi="Calibri" w:cs="Calibri"/>
          <w:sz w:val="18"/>
        </w:rPr>
      </w:pPr>
    </w:p>
    <w:p w14:paraId="636FC1CF" w14:textId="77777777" w:rsidR="00D7378B" w:rsidRPr="009D42EB" w:rsidRDefault="00D7378B" w:rsidP="00D7378B">
      <w:pPr>
        <w:pStyle w:val="Ttulo"/>
        <w:jc w:val="left"/>
        <w:rPr>
          <w:rFonts w:ascii="Calibri" w:hAnsi="Calibri" w:cs="Calibri"/>
          <w:color w:val="0000FF"/>
          <w:sz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6FC1DE" wp14:editId="636FC1DF">
                <wp:simplePos x="0" y="0"/>
                <wp:positionH relativeFrom="column">
                  <wp:posOffset>4229100</wp:posOffset>
                </wp:positionH>
                <wp:positionV relativeFrom="paragraph">
                  <wp:posOffset>23495</wp:posOffset>
                </wp:positionV>
                <wp:extent cx="2400300" cy="228600"/>
                <wp:effectExtent l="0" t="0" r="1905" b="254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6FC210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ASSINATURA: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</w:t>
                            </w:r>
                          </w:p>
                          <w:p w14:paraId="636FC211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14:paraId="636FC212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14:paraId="636FC213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FC1DE" id="_x0000_t202" coordsize="21600,21600" o:spt="202" path="m,l,21600r21600,l21600,xe">
                <v:stroke joinstyle="miter"/>
                <v:path gradientshapeok="t" o:connecttype="rect"/>
              </v:shapetype>
              <v:shape id="Caixa de texto 10" o:spid="_x0000_s1026" type="#_x0000_t202" style="position:absolute;margin-left:333pt;margin-top:1.85pt;width:189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" filled="f" stroked="f">
                <v:textbox inset="6.75pt,0,6.75pt,0">
                  <w:txbxContent>
                    <w:p w14:paraId="636FC210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ASSINATURA: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</w:t>
                      </w:r>
                    </w:p>
                    <w:p w14:paraId="636FC211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14:paraId="636FC212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14:paraId="636FC213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FC1E0" wp14:editId="636FC1E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229100" cy="228600"/>
                <wp:effectExtent l="0" t="0" r="1905" b="3175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6FC214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RESPONSÁVEL TÉCNICO: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C1E0" id="Caixa de texto 8" o:spid="_x0000_s1027" type="#_x0000_t202" style="position:absolute;margin-left:0;margin-top:1.05pt;width:33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" filled="f" stroked="f">
                <v:textbox inset="6.75pt,0,6.75pt,0">
                  <w:txbxContent>
                    <w:p w14:paraId="636FC214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RESPONSÁVEL TÉCNICO: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36FC1D0" w14:textId="77777777" w:rsidR="00D7378B" w:rsidRPr="009D42EB" w:rsidRDefault="00D7378B" w:rsidP="00D7378B">
      <w:pPr>
        <w:rPr>
          <w:rFonts w:ascii="Calibri" w:hAnsi="Calibri" w:cs="Calibri"/>
        </w:rPr>
      </w:pPr>
    </w:p>
    <w:tbl>
      <w:tblPr>
        <w:tblW w:w="105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C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75"/>
      </w:tblGrid>
      <w:tr w:rsidR="00D7378B" w:rsidRPr="009D42EB" w14:paraId="636FC1D2" w14:textId="77777777" w:rsidTr="00A85AFE">
        <w:trPr>
          <w:cantSplit/>
          <w:trHeight w:val="119"/>
          <w:jc w:val="center"/>
        </w:trPr>
        <w:tc>
          <w:tcPr>
            <w:tcW w:w="10575" w:type="dxa"/>
            <w:shd w:val="clear" w:color="auto" w:fill="auto"/>
            <w:vAlign w:val="center"/>
          </w:tcPr>
          <w:p w14:paraId="636FC1D1" w14:textId="10D478FE" w:rsidR="00D7378B" w:rsidRPr="009D42EB" w:rsidRDefault="00D7378B" w:rsidP="00A85AFE">
            <w:pPr>
              <w:pStyle w:val="Ttulo"/>
              <w:rPr>
                <w:rFonts w:ascii="Calibri" w:hAnsi="Calibri" w:cs="Calibri"/>
              </w:rPr>
            </w:pPr>
            <w:r w:rsidRPr="009D42EB">
              <w:rPr>
                <w:rFonts w:ascii="Calibri" w:hAnsi="Calibri" w:cs="Calibri"/>
              </w:rPr>
              <w:t xml:space="preserve">LIBERAÇÃO </w:t>
            </w:r>
            <w:r w:rsidR="00232098" w:rsidRPr="00FA3E78">
              <w:rPr>
                <w:rFonts w:ascii="Calibri" w:hAnsi="Calibri" w:cs="Calibri"/>
              </w:rPr>
              <w:t>DO PROFISSIONAL LEGALMENTE HABILITADO</w:t>
            </w:r>
            <w:r w:rsidRPr="00FA3E78">
              <w:rPr>
                <w:rFonts w:ascii="Calibri" w:hAnsi="Calibri" w:cs="Calibri"/>
              </w:rPr>
              <w:t xml:space="preserve"> </w:t>
            </w:r>
            <w:r w:rsidRPr="009D42EB">
              <w:rPr>
                <w:rFonts w:ascii="Calibri" w:hAnsi="Calibri" w:cs="Calibri"/>
              </w:rPr>
              <w:t>APÓS AS MEDIDAS DE CONTROLES SEREM EXECUTADAS</w:t>
            </w:r>
          </w:p>
        </w:tc>
      </w:tr>
    </w:tbl>
    <w:p w14:paraId="636FC1D3" w14:textId="3FD323DE" w:rsidR="0013543C" w:rsidRPr="00F72992" w:rsidRDefault="00D7378B" w:rsidP="00D7378B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i/>
          <w:iCs/>
          <w:color w:val="000000"/>
          <w:sz w:val="16"/>
        </w:rPr>
      </w:pPr>
      <w:r w:rsidRPr="009D42EB">
        <w:rPr>
          <w:rFonts w:ascii="Calibri" w:hAnsi="Calibri" w:cs="Calibri"/>
          <w:color w:val="000000"/>
          <w:sz w:val="16"/>
        </w:rPr>
        <w:t xml:space="preserve">         </w:t>
      </w:r>
    </w:p>
    <w:p w14:paraId="636FC1D4" w14:textId="77777777" w:rsidR="00D7378B" w:rsidRPr="009D42EB" w:rsidRDefault="0013543C" w:rsidP="00D7378B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color w:val="000000"/>
          <w:sz w:val="10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6FC1E2" wp14:editId="636FC1E3">
                <wp:simplePos x="0" y="0"/>
                <wp:positionH relativeFrom="column">
                  <wp:posOffset>4034790</wp:posOffset>
                </wp:positionH>
                <wp:positionV relativeFrom="paragraph">
                  <wp:posOffset>20651</wp:posOffset>
                </wp:positionV>
                <wp:extent cx="2625725" cy="238125"/>
                <wp:effectExtent l="0" t="0" r="0" b="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6FC215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 xml:space="preserve"> DATA: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 / ........... / .........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C1E2" id="Caixa de texto 7" o:spid="_x0000_s1028" type="#_x0000_t202" style="position:absolute;margin-left:317.7pt;margin-top:1.65pt;width:206.7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" filled="f" stroked="f">
                <v:textbox inset="6.75pt,3.75pt,6.75pt,3.75pt">
                  <w:txbxContent>
                    <w:p w14:paraId="636FC215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 xml:space="preserve"> DATA: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 / ........... / .........</w:t>
                      </w:r>
                    </w:p>
                  </w:txbxContent>
                </v:textbox>
              </v:shape>
            </w:pict>
          </mc:Fallback>
        </mc:AlternateContent>
      </w:r>
      <w:r w:rsidR="00D7378B" w:rsidRPr="009D42EB">
        <w:rPr>
          <w:rFonts w:ascii="Calibri" w:hAnsi="Calibri" w:cs="Calibri"/>
          <w:color w:val="000000"/>
          <w:sz w:val="16"/>
        </w:rPr>
        <w:t xml:space="preserve">              </w:t>
      </w:r>
    </w:p>
    <w:p w14:paraId="636FC1D5" w14:textId="77777777" w:rsidR="00D7378B" w:rsidRPr="009D42EB" w:rsidRDefault="00D7378B" w:rsidP="00D7378B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b/>
          <w:bCs/>
          <w:color w:val="0000FF"/>
          <w:sz w:val="18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FC1E4" wp14:editId="636FC1E5">
                <wp:simplePos x="0" y="0"/>
                <wp:positionH relativeFrom="column">
                  <wp:posOffset>73025</wp:posOffset>
                </wp:positionH>
                <wp:positionV relativeFrom="paragraph">
                  <wp:posOffset>41910</wp:posOffset>
                </wp:positionV>
                <wp:extent cx="123825" cy="123825"/>
                <wp:effectExtent l="0" t="0" r="28575" b="28575"/>
                <wp:wrapNone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4426D" id="Retângulo 5" o:spid="_x0000_s1026" style="position:absolute;margin-left:5.75pt;margin-top:3.3pt;width:9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6C2vgIAAIs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" strokeweight="1.5pt"/>
            </w:pict>
          </mc:Fallback>
        </mc:AlternateContent>
      </w: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FC1E6" wp14:editId="636FC1E7">
                <wp:simplePos x="0" y="0"/>
                <wp:positionH relativeFrom="column">
                  <wp:posOffset>1700530</wp:posOffset>
                </wp:positionH>
                <wp:positionV relativeFrom="paragraph">
                  <wp:posOffset>37465</wp:posOffset>
                </wp:positionV>
                <wp:extent cx="123825" cy="123825"/>
                <wp:effectExtent l="0" t="0" r="28575" b="28575"/>
                <wp:wrapNone/>
                <wp:docPr id="6" name="Retâ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FF24C" id="Retângulo 6" o:spid="_x0000_s1026" style="position:absolute;margin-left:133.9pt;margin-top:2.95pt;width:9.7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" strokeweight="1.5pt"/>
            </w:pict>
          </mc:Fallback>
        </mc:AlternateContent>
      </w:r>
      <w:r w:rsidRPr="009D42EB">
        <w:rPr>
          <w:rFonts w:ascii="Calibri" w:hAnsi="Calibri" w:cs="Calibri"/>
          <w:color w:val="000000"/>
        </w:rPr>
        <w:t xml:space="preserve">       </w:t>
      </w:r>
      <w:r w:rsidRPr="00DD0CC5">
        <w:rPr>
          <w:rFonts w:ascii="Calibri" w:hAnsi="Calibri" w:cs="Calibri"/>
          <w:color w:val="000000"/>
          <w:sz w:val="20"/>
          <w:szCs w:val="20"/>
        </w:rPr>
        <w:t xml:space="preserve">Liberado    </w:t>
      </w:r>
      <w:r w:rsidRPr="009D42EB">
        <w:rPr>
          <w:rFonts w:ascii="Calibri" w:hAnsi="Calibri" w:cs="Calibri"/>
          <w:color w:val="000000"/>
        </w:rPr>
        <w:t xml:space="preserve">         </w:t>
      </w:r>
      <w:r w:rsidRPr="009D42EB">
        <w:rPr>
          <w:rFonts w:ascii="Calibri" w:hAnsi="Calibri" w:cs="Calibri"/>
          <w:b/>
          <w:bCs/>
          <w:color w:val="000000"/>
          <w:sz w:val="18"/>
        </w:rPr>
        <w:t xml:space="preserve">                  </w:t>
      </w:r>
      <w:r w:rsidR="00DD0CC5">
        <w:rPr>
          <w:rFonts w:ascii="Calibri" w:hAnsi="Calibri" w:cs="Calibri"/>
          <w:b/>
          <w:bCs/>
          <w:color w:val="000000"/>
          <w:sz w:val="18"/>
        </w:rPr>
        <w:t xml:space="preserve">     </w:t>
      </w:r>
      <w:r w:rsidRPr="009D42EB">
        <w:rPr>
          <w:rFonts w:ascii="Calibri" w:hAnsi="Calibri" w:cs="Calibri"/>
          <w:b/>
          <w:bCs/>
          <w:color w:val="000000"/>
          <w:sz w:val="18"/>
        </w:rPr>
        <w:t xml:space="preserve">      </w:t>
      </w:r>
      <w:r w:rsidRPr="00DD0CC5">
        <w:rPr>
          <w:rFonts w:ascii="Calibri" w:hAnsi="Calibri" w:cs="Calibri"/>
          <w:bCs/>
          <w:color w:val="000000"/>
          <w:sz w:val="20"/>
          <w:szCs w:val="20"/>
        </w:rPr>
        <w:t>Não liberado</w:t>
      </w:r>
    </w:p>
    <w:p w14:paraId="636FC1D6" w14:textId="77777777" w:rsidR="00D7378B" w:rsidRPr="009D42EB" w:rsidRDefault="00D7378B" w:rsidP="00D7378B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14:paraId="636FC1D7" w14:textId="77777777" w:rsidR="00D7378B" w:rsidRPr="009D42EB" w:rsidRDefault="00D7378B" w:rsidP="00D7378B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14:paraId="636FC1D8" w14:textId="77777777" w:rsidR="00D7378B" w:rsidRPr="009D42EB" w:rsidRDefault="00D7378B" w:rsidP="00D7378B">
      <w:pPr>
        <w:pStyle w:val="Ttulo"/>
        <w:jc w:val="lef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6FC1E8" wp14:editId="636FC1E9">
                <wp:simplePos x="0" y="0"/>
                <wp:positionH relativeFrom="column">
                  <wp:posOffset>73025</wp:posOffset>
                </wp:positionH>
                <wp:positionV relativeFrom="paragraph">
                  <wp:posOffset>26670</wp:posOffset>
                </wp:positionV>
                <wp:extent cx="6587490" cy="228600"/>
                <wp:effectExtent l="4445" t="0" r="0" b="381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6FC216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RESPONSÁVEL TÉCNICO 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C1E8" id="Caixa de texto 4" o:spid="_x0000_s1029" type="#_x0000_t202" style="position:absolute;margin-left:5.75pt;margin-top:2.1pt;width:518.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" filled="f" stroked="f">
                <v:textbox inset="6.75pt,0,6.75pt,0">
                  <w:txbxContent>
                    <w:p w14:paraId="636FC216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RESPONSÁVEL TÉCNICO 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6FC1EA" wp14:editId="636FC1EB">
                <wp:simplePos x="0" y="0"/>
                <wp:positionH relativeFrom="column">
                  <wp:posOffset>4034790</wp:posOffset>
                </wp:positionH>
                <wp:positionV relativeFrom="paragraph">
                  <wp:posOffset>26670</wp:posOffset>
                </wp:positionV>
                <wp:extent cx="2400300" cy="228600"/>
                <wp:effectExtent l="3810" t="0" r="0" b="381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6FC217" w14:textId="77777777"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ASSINATURA: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C1EA" id="Caixa de texto 1" o:spid="_x0000_s1030" type="#_x0000_t202" style="position:absolute;margin-left:317.7pt;margin-top:2.1pt;width:189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" filled="f" stroked="f">
                <v:textbox inset="6.75pt,0,6.75pt,0">
                  <w:txbxContent>
                    <w:p w14:paraId="636FC217" w14:textId="77777777"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ASSINATURA: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36FC1D9" w14:textId="77777777" w:rsidR="001561C4" w:rsidRDefault="001561C4" w:rsidP="00D7378B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sectPr w:rsidR="001561C4" w:rsidSect="00B70D5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3CAF1" w14:textId="77777777" w:rsidR="00F71E06" w:rsidRDefault="00F71E06">
      <w:r>
        <w:separator/>
      </w:r>
    </w:p>
  </w:endnote>
  <w:endnote w:type="continuationSeparator" w:id="0">
    <w:p w14:paraId="194190C9" w14:textId="77777777" w:rsidR="00F71E06" w:rsidRDefault="00F7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C1FA" w14:textId="77777777"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636FC1FB" w14:textId="77777777"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C204" w14:textId="77777777" w:rsidR="009717AD" w:rsidRDefault="009717AD">
    <w:pPr>
      <w:pStyle w:val="Rodap"/>
      <w:jc w:val="center"/>
    </w:pPr>
  </w:p>
  <w:p w14:paraId="636FC205" w14:textId="77777777"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4F2B" w14:textId="77777777" w:rsidR="00F71E06" w:rsidRDefault="00F71E06">
      <w:r>
        <w:separator/>
      </w:r>
    </w:p>
  </w:footnote>
  <w:footnote w:type="continuationSeparator" w:id="0">
    <w:p w14:paraId="5F730B1F" w14:textId="77777777" w:rsidR="00F71E06" w:rsidRDefault="00F71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C1F0" w14:textId="77777777" w:rsidR="00FC49F6" w:rsidRDefault="0084003C" w:rsidP="00954889">
    <w:pPr>
      <w:ind w:left="-851"/>
      <w:rPr>
        <w:rFonts w:ascii="Arial" w:hAnsi="Arial" w:cs="Arial"/>
        <w:b/>
        <w:color w:val="006666"/>
        <w:sz w:val="28"/>
        <w:szCs w:val="30"/>
      </w:rPr>
    </w:pPr>
    <w:r>
      <w:rPr>
        <w:rFonts w:ascii="Arial" w:hAnsi="Arial" w:cs="Arial"/>
        <w:b/>
        <w:noProof/>
        <w:color w:val="006666"/>
        <w:sz w:val="28"/>
        <w:szCs w:val="30"/>
      </w:rPr>
      <mc:AlternateContent>
        <mc:Choice Requires="wpg">
          <w:drawing>
            <wp:anchor distT="0" distB="0" distL="114300" distR="114300" simplePos="0" relativeHeight="251737088" behindDoc="0" locked="0" layoutInCell="1" allowOverlap="1" wp14:anchorId="636FC206" wp14:editId="636FC207">
              <wp:simplePos x="0" y="0"/>
              <wp:positionH relativeFrom="column">
                <wp:posOffset>-101490</wp:posOffset>
              </wp:positionH>
              <wp:positionV relativeFrom="paragraph">
                <wp:posOffset>-283238</wp:posOffset>
              </wp:positionV>
              <wp:extent cx="6895091" cy="861336"/>
              <wp:effectExtent l="0" t="0" r="1270" b="0"/>
              <wp:wrapNone/>
              <wp:docPr id="25" name="Grupo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95091" cy="861336"/>
                        <a:chOff x="0" y="0"/>
                        <a:chExt cx="6895091" cy="861336"/>
                      </a:xfrm>
                    </wpg:grpSpPr>
                    <wpg:grpSp>
                      <wpg:cNvPr id="42" name="Grupo 42"/>
                      <wpg:cNvGrpSpPr/>
                      <wpg:grpSpPr>
                        <a:xfrm>
                          <a:off x="0" y="159026"/>
                          <a:ext cx="6885305" cy="702310"/>
                          <a:chOff x="0" y="0"/>
                          <a:chExt cx="6885305" cy="702750"/>
                        </a:xfrm>
                      </wpg:grpSpPr>
                      <wps:wsp>
                        <wps:cNvPr id="4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547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6FC218" w14:textId="77777777" w:rsidR="009717AD" w:rsidRPr="001D5837" w:rsidRDefault="00FC49F6" w:rsidP="00954889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Arial" w:hAnsi="Arial" w:cs="Arial"/>
                                  <w:color w:val="006666"/>
                                  <w:sz w:val="28"/>
                                  <w:szCs w:val="30"/>
                                </w:rPr>
                              </w:pPr>
                              <w:r w:rsidRPr="006307CD">
                                <w:rPr>
                                  <w:rFonts w:ascii="Arial" w:hAnsi="Arial" w:cs="Arial"/>
                                  <w:b/>
                                  <w:color w:val="006666"/>
                                  <w:sz w:val="28"/>
                                  <w:szCs w:val="30"/>
                                </w:rPr>
                                <w:t xml:space="preserve">Estabilidade de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6666"/>
                                  <w:sz w:val="28"/>
                                  <w:szCs w:val="30"/>
                                </w:rPr>
                                <w:t>Solos e Pilhas de Outros Materiais</w:t>
                              </w:r>
                            </w:p>
                          </w:txbxContent>
                        </wps:txbx>
                        <wps:bodyPr wrap="square" lIns="0" anchor="ctr" anchorCtr="0">
                          <a:noAutofit/>
                        </wps:bodyPr>
                      </wps:wsp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66750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22" name="Grupo 22"/>
                      <wpg:cNvGrpSpPr/>
                      <wpg:grpSpPr>
                        <a:xfrm>
                          <a:off x="5772647" y="0"/>
                          <a:ext cx="1122444" cy="762593"/>
                          <a:chOff x="-23596" y="82586"/>
                          <a:chExt cx="1122444" cy="762593"/>
                        </a:xfrm>
                      </wpg:grpSpPr>
                      <pic:pic xmlns:pic="http://schemas.openxmlformats.org/drawingml/2006/picture">
                        <pic:nvPicPr>
                          <pic:cNvPr id="23" name="Picture 3" descr="vale_4cu.eps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3596" y="82586"/>
                            <a:ext cx="1060450" cy="58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0" descr="vale_small.jpg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94" t="11295" r="55615" b="342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8" y="513391"/>
                            <a:ext cx="1066800" cy="331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636FC206" id="Grupo 25" o:spid="_x0000_s1031" style="position:absolute;left:0;text-align:left;margin-left:-8pt;margin-top:-22.3pt;width:542.9pt;height:67.8pt;z-index:251737088" coordsize="68950,861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">
              <v:group id="Grupo 42" o:spid="_x0000_s1032" style="position:absolute;top:1590;width:68853;height:7023" coordsize="68853,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rect id="Rectangle 48" o:spid="_x0000_s1033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" filled="f" stroked="f">
                  <v:textbox inset="0">
                    <w:txbxContent>
                      <w:p w14:paraId="636FC218" w14:textId="77777777" w:rsidR="009717AD" w:rsidRPr="001D5837" w:rsidRDefault="00FC49F6" w:rsidP="00954889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Arial" w:hAnsi="Arial" w:cs="Arial"/>
                            <w:color w:val="006666"/>
                            <w:sz w:val="28"/>
                            <w:szCs w:val="30"/>
                          </w:rPr>
                        </w:pPr>
                        <w:r w:rsidRPr="006307CD">
                          <w:rPr>
                            <w:rFonts w:ascii="Arial" w:hAnsi="Arial" w:cs="Arial"/>
                            <w:b/>
                            <w:color w:val="006666"/>
                            <w:sz w:val="28"/>
                            <w:szCs w:val="30"/>
                          </w:rPr>
                          <w:t xml:space="preserve">Estabilidade de </w:t>
                        </w:r>
                        <w:r>
                          <w:rPr>
                            <w:rFonts w:ascii="Arial" w:hAnsi="Arial" w:cs="Arial"/>
                            <w:b/>
                            <w:color w:val="006666"/>
                            <w:sz w:val="28"/>
                            <w:szCs w:val="30"/>
                          </w:rPr>
                          <w:t>Solos e Pilhas de Outros Materiais</w:t>
                        </w:r>
                      </w:p>
                    </w:txbxContent>
                  </v:textbox>
                </v:rect>
                <v:rect id="Rectangle 14" o:spid="_x0000_s1034" style="position:absolute;top:6667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" fillcolor="#066" stroked="f"/>
              </v:group>
              <v:group id="Grupo 22" o:spid="_x0000_s1035" style="position:absolute;left:57726;width:11224;height:7625" coordorigin="-235,825" coordsize="11224,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6" type="#_x0000_t75" alt="vale_4cu.eps" style="position:absolute;left:-235;top:825;width:10603;height:5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">
                  <v:imagedata r:id="rId3" o:title="vale_4cu"/>
                  <v:path arrowok="t"/>
                </v:shape>
                <v:shape id="Picture 10" o:spid="_x0000_s1037" type="#_x0000_t75" alt="vale_small.jpg" style="position:absolute;left:320;top:5133;width:10668;height:3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">
                  <v:imagedata r:id="rId4" o:title="vale_small" croptop="7402f" cropbottom="22421f" cropleft="3011f" cropright="36448f"/>
                  <v:path arrowok="t"/>
                </v:shape>
              </v:group>
            </v:group>
          </w:pict>
        </mc:Fallback>
      </mc:AlternateContent>
    </w:r>
  </w:p>
  <w:p w14:paraId="636FC1F1" w14:textId="77777777" w:rsidR="009717AD" w:rsidRDefault="009717AD" w:rsidP="00954889">
    <w:pPr>
      <w:ind w:left="-851"/>
    </w:pPr>
    <w:r>
      <w:rPr>
        <w:noProof/>
      </w:rPr>
      <w:drawing>
        <wp:anchor distT="0" distB="0" distL="114300" distR="114300" simplePos="0" relativeHeight="251731968" behindDoc="0" locked="0" layoutInCell="1" allowOverlap="1" wp14:anchorId="636FC208" wp14:editId="636FC209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6FC1F2" w14:textId="77777777" w:rsidR="009717AD" w:rsidRDefault="009717AD" w:rsidP="00954889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A24598" w:rsidRPr="00614112" w14:paraId="636FC1F6" w14:textId="77777777" w:rsidTr="005253F3">
      <w:tc>
        <w:tcPr>
          <w:tcW w:w="4537" w:type="dxa"/>
        </w:tcPr>
        <w:p w14:paraId="636FC1F3" w14:textId="77777777" w:rsidR="00A24598" w:rsidRPr="00614112" w:rsidRDefault="00FC49F6" w:rsidP="00515D87">
          <w:pPr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FC49F6">
            <w:rPr>
              <w:rFonts w:ascii="Arial" w:hAnsi="Arial" w:cs="Arial"/>
              <w:b/>
              <w:color w:val="005E5B" w:themeColor="text2" w:themeShade="BF"/>
              <w:sz w:val="22"/>
            </w:rPr>
            <w:t>PGS-3212-017</w:t>
          </w:r>
        </w:p>
      </w:tc>
      <w:tc>
        <w:tcPr>
          <w:tcW w:w="3490" w:type="dxa"/>
        </w:tcPr>
        <w:p w14:paraId="636FC1F4" w14:textId="77777777" w:rsidR="00A24598" w:rsidRPr="00A24598" w:rsidRDefault="00A24598" w:rsidP="007D205F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Rev.: 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-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09</w:t>
          </w:r>
          <w:r w:rsidR="00A23A88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2</w:t>
          </w:r>
          <w:r w:rsidR="00FC49F6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201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7</w:t>
          </w:r>
        </w:p>
      </w:tc>
      <w:tc>
        <w:tcPr>
          <w:tcW w:w="2888" w:type="dxa"/>
        </w:tcPr>
        <w:p w14:paraId="636FC1F5" w14:textId="77777777" w:rsidR="00A24598" w:rsidRPr="00614112" w:rsidRDefault="00A24598" w:rsidP="005253F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21471A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D7378B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636FC1F7" w14:textId="77777777"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636FC1F8" w14:textId="77777777" w:rsidR="009717AD" w:rsidRDefault="009717AD">
    <w:pPr>
      <w:rPr>
        <w:sz w:val="2"/>
      </w:rPr>
    </w:pPr>
  </w:p>
  <w:p w14:paraId="636FC1F9" w14:textId="77777777"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C1FC" w14:textId="2CBD15E4" w:rsidR="009717AD" w:rsidRDefault="00737702" w:rsidP="007B62D8">
    <w:pPr>
      <w:ind w:left="-851"/>
    </w:pPr>
    <w:r>
      <w:rPr>
        <w:noProof/>
      </w:rPr>
      <w:drawing>
        <wp:anchor distT="0" distB="0" distL="114300" distR="114300" simplePos="0" relativeHeight="251738112" behindDoc="1" locked="0" layoutInCell="1" allowOverlap="1" wp14:anchorId="6CFD8931" wp14:editId="3CBDD3F3">
          <wp:simplePos x="0" y="0"/>
          <wp:positionH relativeFrom="column">
            <wp:posOffset>5863590</wp:posOffset>
          </wp:positionH>
          <wp:positionV relativeFrom="paragraph">
            <wp:posOffset>-320722</wp:posOffset>
          </wp:positionV>
          <wp:extent cx="893445" cy="491490"/>
          <wp:effectExtent l="0" t="0" r="1905" b="3810"/>
          <wp:wrapTight wrapText="bothSides">
            <wp:wrapPolygon edited="0">
              <wp:start x="0" y="0"/>
              <wp:lineTo x="0" y="20930"/>
              <wp:lineTo x="21186" y="20930"/>
              <wp:lineTo x="21186" y="0"/>
              <wp:lineTo x="0" y="0"/>
            </wp:wrapPolygon>
          </wp:wrapTight>
          <wp:docPr id="1775329127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329127" name="Imagem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A33E0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36FC20C" wp14:editId="6920BEB4">
              <wp:simplePos x="0" y="0"/>
              <wp:positionH relativeFrom="column">
                <wp:posOffset>-101490</wp:posOffset>
              </wp:positionH>
              <wp:positionV relativeFrom="paragraph">
                <wp:posOffset>-307092</wp:posOffset>
              </wp:positionV>
              <wp:extent cx="6885305" cy="673735"/>
              <wp:effectExtent l="0" t="0" r="0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673735"/>
                        <a:chOff x="-1" y="0"/>
                        <a:chExt cx="6885306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-1" y="0"/>
                          <a:ext cx="584417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FC219" w14:textId="77777777" w:rsidR="009717AD" w:rsidRPr="006307CD" w:rsidRDefault="00D7378B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D7378B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Inspeção Diária das Condições de Segurança dos Taludes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38175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6FC20C" id="Grupo 41" o:spid="_x0000_s1038" style="position:absolute;left:0;text-align:left;margin-left:-8pt;margin-top:-24.2pt;width:542.15pt;height:53.05pt;z-index:251660288;mso-width-relative:margin;mso-height-relative:margin" coordorigin="" coordsize="68853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">
              <v:rect id="Rectangle 48" o:spid="_x0000_s1039" style="position:absolute;width:58441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" filled="f" stroked="f">
                <v:textbox inset="0">
                  <w:txbxContent>
                    <w:p w14:paraId="636FC219" w14:textId="77777777" w:rsidR="009717AD" w:rsidRPr="006307CD" w:rsidRDefault="00D7378B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</w:pPr>
                      <w:r w:rsidRPr="00D7378B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Inspeção Diária das Condições de Segurança dos Taludes</w:t>
                      </w:r>
                    </w:p>
                  </w:txbxContent>
                </v:textbox>
              </v:rect>
              <v:rect id="Rectangle 14" o:spid="_x0000_s1040" style="position:absolute;top:6381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</v:group>
          </w:pict>
        </mc:Fallback>
      </mc:AlternateContent>
    </w:r>
    <w:r w:rsidR="009717AD">
      <w:rPr>
        <w:noProof/>
      </w:rPr>
      <w:drawing>
        <wp:anchor distT="0" distB="0" distL="114300" distR="114300" simplePos="0" relativeHeight="251655168" behindDoc="0" locked="0" layoutInCell="1" allowOverlap="1" wp14:anchorId="636FC20E" wp14:editId="636FC20F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6FC1FD" w14:textId="77777777" w:rsidR="009717AD" w:rsidRDefault="009717AD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FC49F6" w:rsidRPr="00614112" w14:paraId="636FC201" w14:textId="77777777" w:rsidTr="00614112">
      <w:tc>
        <w:tcPr>
          <w:tcW w:w="4537" w:type="dxa"/>
        </w:tcPr>
        <w:p w14:paraId="636FC1FE" w14:textId="4FA5F83E" w:rsidR="00FC49F6" w:rsidRPr="007D205F" w:rsidRDefault="00BA33E0" w:rsidP="00D7378B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Anexo </w:t>
          </w:r>
          <w:r w:rsidR="00FA3E78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3</w:t>
          </w: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do </w:t>
          </w:r>
          <w:r w:rsidR="00FA3E78" w:rsidRPr="00FA3E78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PGS-MOS-EHS-308</w:t>
          </w:r>
        </w:p>
      </w:tc>
      <w:tc>
        <w:tcPr>
          <w:tcW w:w="3490" w:type="dxa"/>
        </w:tcPr>
        <w:p w14:paraId="636FC1FF" w14:textId="248A8D59" w:rsidR="00FC49F6" w:rsidRPr="007D205F" w:rsidRDefault="00557D6C" w:rsidP="007D205F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Rev.: 00</w:t>
          </w:r>
        </w:p>
      </w:tc>
      <w:tc>
        <w:tcPr>
          <w:tcW w:w="2888" w:type="dxa"/>
        </w:tcPr>
        <w:p w14:paraId="636FC200" w14:textId="77777777" w:rsidR="00FC49F6" w:rsidRPr="007D205F" w:rsidRDefault="00FC49F6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56238D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56238D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636FC202" w14:textId="77777777" w:rsidR="009717AD" w:rsidRPr="007D205F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636FC203" w14:textId="77777777"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2CB7A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93A58"/>
    <w:multiLevelType w:val="hybridMultilevel"/>
    <w:tmpl w:val="FD462A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F2A"/>
    <w:multiLevelType w:val="hybridMultilevel"/>
    <w:tmpl w:val="7C066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8F08908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9438C"/>
    <w:multiLevelType w:val="hybridMultilevel"/>
    <w:tmpl w:val="05F6EBC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357C1"/>
    <w:multiLevelType w:val="hybridMultilevel"/>
    <w:tmpl w:val="51127B8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B604B"/>
    <w:multiLevelType w:val="hybridMultilevel"/>
    <w:tmpl w:val="12664B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9F6"/>
    <w:multiLevelType w:val="hybridMultilevel"/>
    <w:tmpl w:val="E9C48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-182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A02CFE"/>
    <w:multiLevelType w:val="hybridMultilevel"/>
    <w:tmpl w:val="7B62D0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32787"/>
    <w:multiLevelType w:val="hybridMultilevel"/>
    <w:tmpl w:val="62665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E6A8D"/>
    <w:multiLevelType w:val="hybridMultilevel"/>
    <w:tmpl w:val="FFC025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4B21C2"/>
    <w:multiLevelType w:val="hybridMultilevel"/>
    <w:tmpl w:val="A75E59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878E1"/>
    <w:multiLevelType w:val="hybridMultilevel"/>
    <w:tmpl w:val="695EA4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387E"/>
    <w:multiLevelType w:val="hybridMultilevel"/>
    <w:tmpl w:val="13668A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2A4BFE"/>
    <w:multiLevelType w:val="hybridMultilevel"/>
    <w:tmpl w:val="45008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11075"/>
    <w:multiLevelType w:val="multilevel"/>
    <w:tmpl w:val="F770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2A6A37"/>
    <w:multiLevelType w:val="hybridMultilevel"/>
    <w:tmpl w:val="F71EE3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B12C5"/>
    <w:multiLevelType w:val="hybridMultilevel"/>
    <w:tmpl w:val="6E3690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1E2E"/>
    <w:multiLevelType w:val="hybridMultilevel"/>
    <w:tmpl w:val="192059D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F3A66"/>
    <w:multiLevelType w:val="hybridMultilevel"/>
    <w:tmpl w:val="31F2818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7594374"/>
    <w:multiLevelType w:val="hybridMultilevel"/>
    <w:tmpl w:val="740680B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44CE3"/>
    <w:multiLevelType w:val="hybridMultilevel"/>
    <w:tmpl w:val="AAEA676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218F4"/>
    <w:multiLevelType w:val="hybridMultilevel"/>
    <w:tmpl w:val="051C513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13AF9"/>
    <w:multiLevelType w:val="hybridMultilevel"/>
    <w:tmpl w:val="66A66EF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277528">
    <w:abstractNumId w:val="12"/>
  </w:num>
  <w:num w:numId="2" w16cid:durableId="1495147745">
    <w:abstractNumId w:val="8"/>
  </w:num>
  <w:num w:numId="3" w16cid:durableId="1929072972">
    <w:abstractNumId w:val="16"/>
  </w:num>
  <w:num w:numId="4" w16cid:durableId="2027515844">
    <w:abstractNumId w:val="3"/>
  </w:num>
  <w:num w:numId="5" w16cid:durableId="1383095426">
    <w:abstractNumId w:val="0"/>
  </w:num>
  <w:num w:numId="6" w16cid:durableId="1805273558">
    <w:abstractNumId w:val="24"/>
  </w:num>
  <w:num w:numId="7" w16cid:durableId="55973927">
    <w:abstractNumId w:val="21"/>
  </w:num>
  <w:num w:numId="8" w16cid:durableId="2047827445">
    <w:abstractNumId w:val="14"/>
  </w:num>
  <w:num w:numId="9" w16cid:durableId="432171179">
    <w:abstractNumId w:val="20"/>
  </w:num>
  <w:num w:numId="10" w16cid:durableId="2112428106">
    <w:abstractNumId w:val="23"/>
  </w:num>
  <w:num w:numId="11" w16cid:durableId="1298535612">
    <w:abstractNumId w:val="26"/>
  </w:num>
  <w:num w:numId="12" w16cid:durableId="1322586722">
    <w:abstractNumId w:val="19"/>
  </w:num>
  <w:num w:numId="13" w16cid:durableId="1245796901">
    <w:abstractNumId w:val="25"/>
  </w:num>
  <w:num w:numId="14" w16cid:durableId="1506282778">
    <w:abstractNumId w:val="22"/>
  </w:num>
  <w:num w:numId="15" w16cid:durableId="968631318">
    <w:abstractNumId w:val="13"/>
  </w:num>
  <w:num w:numId="16" w16cid:durableId="1579704553">
    <w:abstractNumId w:val="6"/>
  </w:num>
  <w:num w:numId="17" w16cid:durableId="1474105814">
    <w:abstractNumId w:val="2"/>
  </w:num>
  <w:num w:numId="18" w16cid:durableId="1107196559">
    <w:abstractNumId w:val="18"/>
  </w:num>
  <w:num w:numId="19" w16cid:durableId="1223581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82168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842395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86577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40681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06773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27239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19337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83815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33070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770416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0736192">
    <w:abstractNumId w:val="11"/>
  </w:num>
  <w:num w:numId="31" w16cid:durableId="620302219">
    <w:abstractNumId w:val="9"/>
  </w:num>
  <w:num w:numId="32" w16cid:durableId="1415006791">
    <w:abstractNumId w:val="15"/>
  </w:num>
  <w:num w:numId="33" w16cid:durableId="58721887">
    <w:abstractNumId w:val="4"/>
  </w:num>
  <w:num w:numId="34" w16cid:durableId="988367758">
    <w:abstractNumId w:val="1"/>
  </w:num>
  <w:num w:numId="35" w16cid:durableId="1329284307">
    <w:abstractNumId w:val="7"/>
  </w:num>
  <w:num w:numId="36" w16cid:durableId="1686397172">
    <w:abstractNumId w:val="17"/>
  </w:num>
  <w:num w:numId="37" w16cid:durableId="1630816797">
    <w:abstractNumId w:val="5"/>
  </w:num>
  <w:num w:numId="38" w16cid:durableId="92554562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PROVER" w:val="Ana Lucia Silva Taveira"/>
    <w:docVar w:name="CONSENT" w:val="Ernani da Paixão Espirito Santo"/>
    <w:docVar w:name="DATEREV" w:val="20/02/2017"/>
    <w:docVar w:name="DOC" w:val="PGS-3212-017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Estabilidade de Solos e Pilhas de Outros Materiais"/>
  </w:docVars>
  <w:rsids>
    <w:rsidRoot w:val="00272880"/>
    <w:rsid w:val="0000232D"/>
    <w:rsid w:val="00002449"/>
    <w:rsid w:val="00004119"/>
    <w:rsid w:val="000076BF"/>
    <w:rsid w:val="00007D64"/>
    <w:rsid w:val="00007E27"/>
    <w:rsid w:val="000114A2"/>
    <w:rsid w:val="00012F55"/>
    <w:rsid w:val="00012FCA"/>
    <w:rsid w:val="0001302D"/>
    <w:rsid w:val="000133C3"/>
    <w:rsid w:val="00013BF3"/>
    <w:rsid w:val="0001464A"/>
    <w:rsid w:val="00015618"/>
    <w:rsid w:val="0001703A"/>
    <w:rsid w:val="000177BB"/>
    <w:rsid w:val="0002087D"/>
    <w:rsid w:val="00030608"/>
    <w:rsid w:val="00033167"/>
    <w:rsid w:val="000345E0"/>
    <w:rsid w:val="00037068"/>
    <w:rsid w:val="00042FA1"/>
    <w:rsid w:val="00043676"/>
    <w:rsid w:val="00045F12"/>
    <w:rsid w:val="000461B5"/>
    <w:rsid w:val="00046691"/>
    <w:rsid w:val="00047184"/>
    <w:rsid w:val="0005171B"/>
    <w:rsid w:val="00051EED"/>
    <w:rsid w:val="00052B82"/>
    <w:rsid w:val="0005417E"/>
    <w:rsid w:val="00061871"/>
    <w:rsid w:val="00065B9E"/>
    <w:rsid w:val="00072898"/>
    <w:rsid w:val="000768E4"/>
    <w:rsid w:val="000818AF"/>
    <w:rsid w:val="00082184"/>
    <w:rsid w:val="0008274C"/>
    <w:rsid w:val="0008674F"/>
    <w:rsid w:val="000867B1"/>
    <w:rsid w:val="00087710"/>
    <w:rsid w:val="00091827"/>
    <w:rsid w:val="00093005"/>
    <w:rsid w:val="00094A77"/>
    <w:rsid w:val="00097986"/>
    <w:rsid w:val="000A0C68"/>
    <w:rsid w:val="000A1C5E"/>
    <w:rsid w:val="000A4FCE"/>
    <w:rsid w:val="000A5AFF"/>
    <w:rsid w:val="000A66DD"/>
    <w:rsid w:val="000A6CEA"/>
    <w:rsid w:val="000B08CF"/>
    <w:rsid w:val="000B22FA"/>
    <w:rsid w:val="000B5EBD"/>
    <w:rsid w:val="000C1EB4"/>
    <w:rsid w:val="000C224A"/>
    <w:rsid w:val="000C2FC9"/>
    <w:rsid w:val="000C62B7"/>
    <w:rsid w:val="000C7785"/>
    <w:rsid w:val="000D17D0"/>
    <w:rsid w:val="000D215A"/>
    <w:rsid w:val="000D2C1D"/>
    <w:rsid w:val="000D3005"/>
    <w:rsid w:val="000D339C"/>
    <w:rsid w:val="000D6437"/>
    <w:rsid w:val="000D69A5"/>
    <w:rsid w:val="000E20D4"/>
    <w:rsid w:val="000E2B28"/>
    <w:rsid w:val="000E632E"/>
    <w:rsid w:val="000E6F3C"/>
    <w:rsid w:val="000E7284"/>
    <w:rsid w:val="000E7891"/>
    <w:rsid w:val="000F07AC"/>
    <w:rsid w:val="000F11BB"/>
    <w:rsid w:val="000F2D94"/>
    <w:rsid w:val="000F4290"/>
    <w:rsid w:val="001062C1"/>
    <w:rsid w:val="00107703"/>
    <w:rsid w:val="0011077E"/>
    <w:rsid w:val="00110F71"/>
    <w:rsid w:val="00111AC5"/>
    <w:rsid w:val="00112FC5"/>
    <w:rsid w:val="001131D2"/>
    <w:rsid w:val="00115E34"/>
    <w:rsid w:val="00121CAD"/>
    <w:rsid w:val="00122143"/>
    <w:rsid w:val="001240A0"/>
    <w:rsid w:val="0013259E"/>
    <w:rsid w:val="00132928"/>
    <w:rsid w:val="00132EFA"/>
    <w:rsid w:val="00133FA4"/>
    <w:rsid w:val="001347E2"/>
    <w:rsid w:val="00134F56"/>
    <w:rsid w:val="0013543C"/>
    <w:rsid w:val="00136416"/>
    <w:rsid w:val="0013717D"/>
    <w:rsid w:val="001373FF"/>
    <w:rsid w:val="00137A0A"/>
    <w:rsid w:val="00137A78"/>
    <w:rsid w:val="00141020"/>
    <w:rsid w:val="0014175D"/>
    <w:rsid w:val="001421A1"/>
    <w:rsid w:val="00142A72"/>
    <w:rsid w:val="00142AD8"/>
    <w:rsid w:val="00144F30"/>
    <w:rsid w:val="001450C9"/>
    <w:rsid w:val="00146F27"/>
    <w:rsid w:val="00151F57"/>
    <w:rsid w:val="00154E2A"/>
    <w:rsid w:val="0015596C"/>
    <w:rsid w:val="00155E76"/>
    <w:rsid w:val="001561C4"/>
    <w:rsid w:val="001605C2"/>
    <w:rsid w:val="00162422"/>
    <w:rsid w:val="0016246B"/>
    <w:rsid w:val="00162952"/>
    <w:rsid w:val="001635AF"/>
    <w:rsid w:val="0016423B"/>
    <w:rsid w:val="0016630B"/>
    <w:rsid w:val="00167348"/>
    <w:rsid w:val="0017173B"/>
    <w:rsid w:val="00173555"/>
    <w:rsid w:val="00173653"/>
    <w:rsid w:val="00175612"/>
    <w:rsid w:val="00176A85"/>
    <w:rsid w:val="00176B0F"/>
    <w:rsid w:val="00177FE5"/>
    <w:rsid w:val="00180774"/>
    <w:rsid w:val="00181A3D"/>
    <w:rsid w:val="00181FD3"/>
    <w:rsid w:val="00182A84"/>
    <w:rsid w:val="001835F4"/>
    <w:rsid w:val="00184CEB"/>
    <w:rsid w:val="00186D9A"/>
    <w:rsid w:val="00187607"/>
    <w:rsid w:val="00187F17"/>
    <w:rsid w:val="001925FB"/>
    <w:rsid w:val="00193D48"/>
    <w:rsid w:val="00195D0B"/>
    <w:rsid w:val="0019635C"/>
    <w:rsid w:val="00196CF1"/>
    <w:rsid w:val="001A0334"/>
    <w:rsid w:val="001A0CE7"/>
    <w:rsid w:val="001A0E35"/>
    <w:rsid w:val="001A109A"/>
    <w:rsid w:val="001A1F42"/>
    <w:rsid w:val="001A2399"/>
    <w:rsid w:val="001A33B1"/>
    <w:rsid w:val="001A43C2"/>
    <w:rsid w:val="001A4F4C"/>
    <w:rsid w:val="001A5CC1"/>
    <w:rsid w:val="001B0517"/>
    <w:rsid w:val="001B1899"/>
    <w:rsid w:val="001B2A10"/>
    <w:rsid w:val="001B7CAF"/>
    <w:rsid w:val="001B7DE5"/>
    <w:rsid w:val="001C06EC"/>
    <w:rsid w:val="001C63AF"/>
    <w:rsid w:val="001C7C82"/>
    <w:rsid w:val="001D00CD"/>
    <w:rsid w:val="001D0891"/>
    <w:rsid w:val="001D0C04"/>
    <w:rsid w:val="001D4334"/>
    <w:rsid w:val="001D5837"/>
    <w:rsid w:val="001D6515"/>
    <w:rsid w:val="001E126F"/>
    <w:rsid w:val="001E21D0"/>
    <w:rsid w:val="001E2F01"/>
    <w:rsid w:val="001E75A0"/>
    <w:rsid w:val="001F3A17"/>
    <w:rsid w:val="001F3EA0"/>
    <w:rsid w:val="001F5247"/>
    <w:rsid w:val="00200ADE"/>
    <w:rsid w:val="00201BAB"/>
    <w:rsid w:val="00203117"/>
    <w:rsid w:val="00212409"/>
    <w:rsid w:val="0021243D"/>
    <w:rsid w:val="0021471A"/>
    <w:rsid w:val="0021585A"/>
    <w:rsid w:val="0022020D"/>
    <w:rsid w:val="0022076E"/>
    <w:rsid w:val="00222E4C"/>
    <w:rsid w:val="00226810"/>
    <w:rsid w:val="00232098"/>
    <w:rsid w:val="00232636"/>
    <w:rsid w:val="00232EC2"/>
    <w:rsid w:val="002334A9"/>
    <w:rsid w:val="002338F0"/>
    <w:rsid w:val="00234A65"/>
    <w:rsid w:val="002357AF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13A4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DD3"/>
    <w:rsid w:val="00292953"/>
    <w:rsid w:val="0029296A"/>
    <w:rsid w:val="0029430E"/>
    <w:rsid w:val="00294383"/>
    <w:rsid w:val="0029487D"/>
    <w:rsid w:val="00295581"/>
    <w:rsid w:val="00295D59"/>
    <w:rsid w:val="00296DA8"/>
    <w:rsid w:val="002973FB"/>
    <w:rsid w:val="00297C84"/>
    <w:rsid w:val="002A1293"/>
    <w:rsid w:val="002A3D4F"/>
    <w:rsid w:val="002A7D43"/>
    <w:rsid w:val="002B0036"/>
    <w:rsid w:val="002B03FB"/>
    <w:rsid w:val="002B13C9"/>
    <w:rsid w:val="002B2277"/>
    <w:rsid w:val="002B54A5"/>
    <w:rsid w:val="002B62AD"/>
    <w:rsid w:val="002B7101"/>
    <w:rsid w:val="002B7DB0"/>
    <w:rsid w:val="002C029C"/>
    <w:rsid w:val="002C0748"/>
    <w:rsid w:val="002C0971"/>
    <w:rsid w:val="002C1073"/>
    <w:rsid w:val="002C27E7"/>
    <w:rsid w:val="002C30C5"/>
    <w:rsid w:val="002C709D"/>
    <w:rsid w:val="002D3650"/>
    <w:rsid w:val="002D7298"/>
    <w:rsid w:val="002E0192"/>
    <w:rsid w:val="002E0F97"/>
    <w:rsid w:val="002E2D51"/>
    <w:rsid w:val="002E3718"/>
    <w:rsid w:val="002E49AF"/>
    <w:rsid w:val="002E56AB"/>
    <w:rsid w:val="002E5823"/>
    <w:rsid w:val="002E5FDB"/>
    <w:rsid w:val="002E655B"/>
    <w:rsid w:val="002E6990"/>
    <w:rsid w:val="002E6E57"/>
    <w:rsid w:val="002E7E99"/>
    <w:rsid w:val="002F3120"/>
    <w:rsid w:val="002F35A7"/>
    <w:rsid w:val="002F614A"/>
    <w:rsid w:val="002F6A7D"/>
    <w:rsid w:val="002F7DF4"/>
    <w:rsid w:val="00302A9C"/>
    <w:rsid w:val="003033EB"/>
    <w:rsid w:val="00306D5C"/>
    <w:rsid w:val="0030745C"/>
    <w:rsid w:val="00313501"/>
    <w:rsid w:val="003141B7"/>
    <w:rsid w:val="00320D67"/>
    <w:rsid w:val="003211DD"/>
    <w:rsid w:val="00323F84"/>
    <w:rsid w:val="00323FC4"/>
    <w:rsid w:val="0032527F"/>
    <w:rsid w:val="00326530"/>
    <w:rsid w:val="003265E4"/>
    <w:rsid w:val="00331330"/>
    <w:rsid w:val="003331F5"/>
    <w:rsid w:val="0033500E"/>
    <w:rsid w:val="00340239"/>
    <w:rsid w:val="0034136B"/>
    <w:rsid w:val="00341FC9"/>
    <w:rsid w:val="0034409A"/>
    <w:rsid w:val="00350237"/>
    <w:rsid w:val="003505A7"/>
    <w:rsid w:val="0035152D"/>
    <w:rsid w:val="00352422"/>
    <w:rsid w:val="00356FE7"/>
    <w:rsid w:val="003575DA"/>
    <w:rsid w:val="0035794F"/>
    <w:rsid w:val="00362BA6"/>
    <w:rsid w:val="00366BCA"/>
    <w:rsid w:val="00367273"/>
    <w:rsid w:val="003700FD"/>
    <w:rsid w:val="003701D3"/>
    <w:rsid w:val="003713D1"/>
    <w:rsid w:val="00373988"/>
    <w:rsid w:val="00373A6C"/>
    <w:rsid w:val="00373BB6"/>
    <w:rsid w:val="00374B56"/>
    <w:rsid w:val="003828C3"/>
    <w:rsid w:val="00382BF5"/>
    <w:rsid w:val="00382D04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198"/>
    <w:rsid w:val="003A461A"/>
    <w:rsid w:val="003A7873"/>
    <w:rsid w:val="003B4684"/>
    <w:rsid w:val="003C05C0"/>
    <w:rsid w:val="003C1028"/>
    <w:rsid w:val="003C5641"/>
    <w:rsid w:val="003D072B"/>
    <w:rsid w:val="003D487A"/>
    <w:rsid w:val="003D4E2C"/>
    <w:rsid w:val="003E0498"/>
    <w:rsid w:val="003E1A86"/>
    <w:rsid w:val="003E2D93"/>
    <w:rsid w:val="003E47C7"/>
    <w:rsid w:val="003E557E"/>
    <w:rsid w:val="003E71CA"/>
    <w:rsid w:val="003F1522"/>
    <w:rsid w:val="003F178F"/>
    <w:rsid w:val="003F3B3F"/>
    <w:rsid w:val="003F3B47"/>
    <w:rsid w:val="003F60B8"/>
    <w:rsid w:val="003F67BF"/>
    <w:rsid w:val="00400209"/>
    <w:rsid w:val="00400285"/>
    <w:rsid w:val="00402C49"/>
    <w:rsid w:val="00404B11"/>
    <w:rsid w:val="0040504D"/>
    <w:rsid w:val="0041534F"/>
    <w:rsid w:val="00423AD6"/>
    <w:rsid w:val="0042501E"/>
    <w:rsid w:val="00425A8A"/>
    <w:rsid w:val="0043051E"/>
    <w:rsid w:val="004315E7"/>
    <w:rsid w:val="004339B5"/>
    <w:rsid w:val="004342E2"/>
    <w:rsid w:val="004345F9"/>
    <w:rsid w:val="00434642"/>
    <w:rsid w:val="00434E27"/>
    <w:rsid w:val="004372F9"/>
    <w:rsid w:val="00437864"/>
    <w:rsid w:val="0044113F"/>
    <w:rsid w:val="00441770"/>
    <w:rsid w:val="00442A1D"/>
    <w:rsid w:val="0044314D"/>
    <w:rsid w:val="0044621B"/>
    <w:rsid w:val="00446703"/>
    <w:rsid w:val="004475DD"/>
    <w:rsid w:val="0045429A"/>
    <w:rsid w:val="00454DB3"/>
    <w:rsid w:val="00456232"/>
    <w:rsid w:val="004605C8"/>
    <w:rsid w:val="004609EF"/>
    <w:rsid w:val="0046228E"/>
    <w:rsid w:val="00463483"/>
    <w:rsid w:val="00464840"/>
    <w:rsid w:val="0046572E"/>
    <w:rsid w:val="00466C1C"/>
    <w:rsid w:val="004712EE"/>
    <w:rsid w:val="004728AD"/>
    <w:rsid w:val="00476F56"/>
    <w:rsid w:val="004813FF"/>
    <w:rsid w:val="00482D5E"/>
    <w:rsid w:val="0048695A"/>
    <w:rsid w:val="0049070C"/>
    <w:rsid w:val="004920FD"/>
    <w:rsid w:val="00492AF1"/>
    <w:rsid w:val="004977E8"/>
    <w:rsid w:val="004A50AF"/>
    <w:rsid w:val="004A62F0"/>
    <w:rsid w:val="004A635B"/>
    <w:rsid w:val="004B0288"/>
    <w:rsid w:val="004B14CD"/>
    <w:rsid w:val="004B3639"/>
    <w:rsid w:val="004B3A17"/>
    <w:rsid w:val="004B3F9A"/>
    <w:rsid w:val="004B499F"/>
    <w:rsid w:val="004B50C6"/>
    <w:rsid w:val="004B5A42"/>
    <w:rsid w:val="004C027E"/>
    <w:rsid w:val="004C03D8"/>
    <w:rsid w:val="004C1B81"/>
    <w:rsid w:val="004C26EE"/>
    <w:rsid w:val="004C2939"/>
    <w:rsid w:val="004C2FAC"/>
    <w:rsid w:val="004C64B8"/>
    <w:rsid w:val="004C658E"/>
    <w:rsid w:val="004D0763"/>
    <w:rsid w:val="004D1DD1"/>
    <w:rsid w:val="004D5B5A"/>
    <w:rsid w:val="004E2959"/>
    <w:rsid w:val="004E359F"/>
    <w:rsid w:val="004E5461"/>
    <w:rsid w:val="004E6FAF"/>
    <w:rsid w:val="004F03CA"/>
    <w:rsid w:val="004F1078"/>
    <w:rsid w:val="004F11D3"/>
    <w:rsid w:val="004F3438"/>
    <w:rsid w:val="004F448C"/>
    <w:rsid w:val="004F6611"/>
    <w:rsid w:val="004F7C93"/>
    <w:rsid w:val="00500DB7"/>
    <w:rsid w:val="005034BE"/>
    <w:rsid w:val="00505268"/>
    <w:rsid w:val="00505427"/>
    <w:rsid w:val="005072F5"/>
    <w:rsid w:val="005107CC"/>
    <w:rsid w:val="00511005"/>
    <w:rsid w:val="0051496D"/>
    <w:rsid w:val="00514E41"/>
    <w:rsid w:val="005156FC"/>
    <w:rsid w:val="00515D87"/>
    <w:rsid w:val="005178C2"/>
    <w:rsid w:val="00520F85"/>
    <w:rsid w:val="00521C26"/>
    <w:rsid w:val="00530D71"/>
    <w:rsid w:val="005327BC"/>
    <w:rsid w:val="00534C20"/>
    <w:rsid w:val="0053789C"/>
    <w:rsid w:val="005406FC"/>
    <w:rsid w:val="0054134E"/>
    <w:rsid w:val="00542CEB"/>
    <w:rsid w:val="0054394B"/>
    <w:rsid w:val="0055111E"/>
    <w:rsid w:val="005512B2"/>
    <w:rsid w:val="0055753B"/>
    <w:rsid w:val="00557D6C"/>
    <w:rsid w:val="005621E7"/>
    <w:rsid w:val="0056238D"/>
    <w:rsid w:val="00562654"/>
    <w:rsid w:val="00565924"/>
    <w:rsid w:val="00565FBF"/>
    <w:rsid w:val="005663E1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2A5F"/>
    <w:rsid w:val="005944A0"/>
    <w:rsid w:val="005944C0"/>
    <w:rsid w:val="00595D86"/>
    <w:rsid w:val="00596A03"/>
    <w:rsid w:val="00596FD5"/>
    <w:rsid w:val="00597087"/>
    <w:rsid w:val="005A00D6"/>
    <w:rsid w:val="005A0169"/>
    <w:rsid w:val="005A289C"/>
    <w:rsid w:val="005A3236"/>
    <w:rsid w:val="005A3E73"/>
    <w:rsid w:val="005A57F3"/>
    <w:rsid w:val="005A5946"/>
    <w:rsid w:val="005B001A"/>
    <w:rsid w:val="005B21DF"/>
    <w:rsid w:val="005B2C4F"/>
    <w:rsid w:val="005B3810"/>
    <w:rsid w:val="005B550C"/>
    <w:rsid w:val="005B6B72"/>
    <w:rsid w:val="005B6CB2"/>
    <w:rsid w:val="005C1FFA"/>
    <w:rsid w:val="005C2B35"/>
    <w:rsid w:val="005C35AB"/>
    <w:rsid w:val="005C35FB"/>
    <w:rsid w:val="005C7CDE"/>
    <w:rsid w:val="005D228E"/>
    <w:rsid w:val="005D2757"/>
    <w:rsid w:val="005D5FCB"/>
    <w:rsid w:val="005D61BB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5571"/>
    <w:rsid w:val="0061610C"/>
    <w:rsid w:val="0061638A"/>
    <w:rsid w:val="00616F26"/>
    <w:rsid w:val="006226F0"/>
    <w:rsid w:val="0062347F"/>
    <w:rsid w:val="00626FDF"/>
    <w:rsid w:val="006307CD"/>
    <w:rsid w:val="00633568"/>
    <w:rsid w:val="00635B9E"/>
    <w:rsid w:val="00635CD5"/>
    <w:rsid w:val="00635DC8"/>
    <w:rsid w:val="006413D8"/>
    <w:rsid w:val="00641F53"/>
    <w:rsid w:val="00642921"/>
    <w:rsid w:val="00645895"/>
    <w:rsid w:val="006478D1"/>
    <w:rsid w:val="00647C11"/>
    <w:rsid w:val="006540BC"/>
    <w:rsid w:val="006554A2"/>
    <w:rsid w:val="00655B96"/>
    <w:rsid w:val="0066278A"/>
    <w:rsid w:val="006627B0"/>
    <w:rsid w:val="006636E8"/>
    <w:rsid w:val="0066524D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6DB8"/>
    <w:rsid w:val="00692606"/>
    <w:rsid w:val="00692D4E"/>
    <w:rsid w:val="00695987"/>
    <w:rsid w:val="00697559"/>
    <w:rsid w:val="006A2087"/>
    <w:rsid w:val="006A21F1"/>
    <w:rsid w:val="006A4ACD"/>
    <w:rsid w:val="006A6C2C"/>
    <w:rsid w:val="006B1083"/>
    <w:rsid w:val="006B2BB0"/>
    <w:rsid w:val="006B327C"/>
    <w:rsid w:val="006B5002"/>
    <w:rsid w:val="006B51FF"/>
    <w:rsid w:val="006B578D"/>
    <w:rsid w:val="006B6620"/>
    <w:rsid w:val="006B781A"/>
    <w:rsid w:val="006B7B32"/>
    <w:rsid w:val="006C0D92"/>
    <w:rsid w:val="006C1D04"/>
    <w:rsid w:val="006C2593"/>
    <w:rsid w:val="006C29D2"/>
    <w:rsid w:val="006C4837"/>
    <w:rsid w:val="006D08B8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263E3"/>
    <w:rsid w:val="0073101F"/>
    <w:rsid w:val="007336E3"/>
    <w:rsid w:val="00734961"/>
    <w:rsid w:val="007351CF"/>
    <w:rsid w:val="00735D9E"/>
    <w:rsid w:val="00737702"/>
    <w:rsid w:val="00740FBC"/>
    <w:rsid w:val="00742577"/>
    <w:rsid w:val="007438AC"/>
    <w:rsid w:val="00745CD6"/>
    <w:rsid w:val="00747DA0"/>
    <w:rsid w:val="00750522"/>
    <w:rsid w:val="00753718"/>
    <w:rsid w:val="00755929"/>
    <w:rsid w:val="00760023"/>
    <w:rsid w:val="0076026F"/>
    <w:rsid w:val="00761DDA"/>
    <w:rsid w:val="00762E0E"/>
    <w:rsid w:val="00764ED1"/>
    <w:rsid w:val="00767B20"/>
    <w:rsid w:val="00771254"/>
    <w:rsid w:val="00771EE3"/>
    <w:rsid w:val="0077244D"/>
    <w:rsid w:val="00773BA1"/>
    <w:rsid w:val="00774B0C"/>
    <w:rsid w:val="00775501"/>
    <w:rsid w:val="0077582D"/>
    <w:rsid w:val="00776C92"/>
    <w:rsid w:val="00776F7F"/>
    <w:rsid w:val="00780CF5"/>
    <w:rsid w:val="007837CB"/>
    <w:rsid w:val="007843F2"/>
    <w:rsid w:val="00785E7D"/>
    <w:rsid w:val="0078728B"/>
    <w:rsid w:val="007876F1"/>
    <w:rsid w:val="007909F2"/>
    <w:rsid w:val="00791E0D"/>
    <w:rsid w:val="00794A6E"/>
    <w:rsid w:val="00796A0F"/>
    <w:rsid w:val="007A01D9"/>
    <w:rsid w:val="007A244A"/>
    <w:rsid w:val="007A452E"/>
    <w:rsid w:val="007A46D5"/>
    <w:rsid w:val="007A6223"/>
    <w:rsid w:val="007A66CE"/>
    <w:rsid w:val="007A6A80"/>
    <w:rsid w:val="007B1850"/>
    <w:rsid w:val="007B2155"/>
    <w:rsid w:val="007B2C64"/>
    <w:rsid w:val="007B485A"/>
    <w:rsid w:val="007B5383"/>
    <w:rsid w:val="007B62D8"/>
    <w:rsid w:val="007B6F97"/>
    <w:rsid w:val="007B71F0"/>
    <w:rsid w:val="007C0F04"/>
    <w:rsid w:val="007C1BFB"/>
    <w:rsid w:val="007C2F39"/>
    <w:rsid w:val="007C3C84"/>
    <w:rsid w:val="007C5215"/>
    <w:rsid w:val="007D1A82"/>
    <w:rsid w:val="007D205F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E5B33"/>
    <w:rsid w:val="007F0113"/>
    <w:rsid w:val="007F3E0C"/>
    <w:rsid w:val="007F5DEE"/>
    <w:rsid w:val="0080116D"/>
    <w:rsid w:val="008019E2"/>
    <w:rsid w:val="008020F4"/>
    <w:rsid w:val="0080251D"/>
    <w:rsid w:val="00803C7E"/>
    <w:rsid w:val="00807AF1"/>
    <w:rsid w:val="008109BA"/>
    <w:rsid w:val="00811876"/>
    <w:rsid w:val="008140CD"/>
    <w:rsid w:val="00814584"/>
    <w:rsid w:val="00814E36"/>
    <w:rsid w:val="0081754B"/>
    <w:rsid w:val="008175FB"/>
    <w:rsid w:val="00820248"/>
    <w:rsid w:val="008241DB"/>
    <w:rsid w:val="008256DA"/>
    <w:rsid w:val="00826525"/>
    <w:rsid w:val="00826D0B"/>
    <w:rsid w:val="0082788C"/>
    <w:rsid w:val="00832F30"/>
    <w:rsid w:val="008330A8"/>
    <w:rsid w:val="008330E7"/>
    <w:rsid w:val="0083467B"/>
    <w:rsid w:val="00834ACE"/>
    <w:rsid w:val="00834DC9"/>
    <w:rsid w:val="00836727"/>
    <w:rsid w:val="0084003C"/>
    <w:rsid w:val="00841BD0"/>
    <w:rsid w:val="00842D2F"/>
    <w:rsid w:val="00843B72"/>
    <w:rsid w:val="0084451F"/>
    <w:rsid w:val="0084613C"/>
    <w:rsid w:val="00847FCE"/>
    <w:rsid w:val="00851956"/>
    <w:rsid w:val="00851CD8"/>
    <w:rsid w:val="0085402C"/>
    <w:rsid w:val="00856017"/>
    <w:rsid w:val="00860A79"/>
    <w:rsid w:val="00860FFE"/>
    <w:rsid w:val="008613FE"/>
    <w:rsid w:val="008623EE"/>
    <w:rsid w:val="00862D9B"/>
    <w:rsid w:val="00864D39"/>
    <w:rsid w:val="00865CBF"/>
    <w:rsid w:val="00870465"/>
    <w:rsid w:val="00870B6C"/>
    <w:rsid w:val="00873320"/>
    <w:rsid w:val="00880F76"/>
    <w:rsid w:val="00884CE8"/>
    <w:rsid w:val="008857F5"/>
    <w:rsid w:val="0089100F"/>
    <w:rsid w:val="008917CA"/>
    <w:rsid w:val="00891AD8"/>
    <w:rsid w:val="00892AC3"/>
    <w:rsid w:val="008931F1"/>
    <w:rsid w:val="00893276"/>
    <w:rsid w:val="008A2125"/>
    <w:rsid w:val="008A51D4"/>
    <w:rsid w:val="008B26DD"/>
    <w:rsid w:val="008B5114"/>
    <w:rsid w:val="008B689A"/>
    <w:rsid w:val="008B78CB"/>
    <w:rsid w:val="008B798A"/>
    <w:rsid w:val="008C13C1"/>
    <w:rsid w:val="008C3C01"/>
    <w:rsid w:val="008C4ECD"/>
    <w:rsid w:val="008C5967"/>
    <w:rsid w:val="008D179C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E6A0E"/>
    <w:rsid w:val="008F0067"/>
    <w:rsid w:val="008F14F2"/>
    <w:rsid w:val="008F40DA"/>
    <w:rsid w:val="008F7478"/>
    <w:rsid w:val="00900F00"/>
    <w:rsid w:val="009030FB"/>
    <w:rsid w:val="00905295"/>
    <w:rsid w:val="00905F35"/>
    <w:rsid w:val="009061ED"/>
    <w:rsid w:val="0091247E"/>
    <w:rsid w:val="00912ABE"/>
    <w:rsid w:val="00916156"/>
    <w:rsid w:val="009161C1"/>
    <w:rsid w:val="00921842"/>
    <w:rsid w:val="009228ED"/>
    <w:rsid w:val="009246AC"/>
    <w:rsid w:val="00924923"/>
    <w:rsid w:val="0092554A"/>
    <w:rsid w:val="00925BA5"/>
    <w:rsid w:val="00927815"/>
    <w:rsid w:val="009318AA"/>
    <w:rsid w:val="00932358"/>
    <w:rsid w:val="00933199"/>
    <w:rsid w:val="009334C4"/>
    <w:rsid w:val="00935335"/>
    <w:rsid w:val="00936CF6"/>
    <w:rsid w:val="00936E57"/>
    <w:rsid w:val="00937C32"/>
    <w:rsid w:val="00944EED"/>
    <w:rsid w:val="00945EB7"/>
    <w:rsid w:val="0094686F"/>
    <w:rsid w:val="00946C13"/>
    <w:rsid w:val="00952113"/>
    <w:rsid w:val="00952D83"/>
    <w:rsid w:val="00954889"/>
    <w:rsid w:val="00960D19"/>
    <w:rsid w:val="009614AE"/>
    <w:rsid w:val="009615C0"/>
    <w:rsid w:val="00961DD8"/>
    <w:rsid w:val="00962200"/>
    <w:rsid w:val="00962473"/>
    <w:rsid w:val="00963765"/>
    <w:rsid w:val="00971165"/>
    <w:rsid w:val="009717AD"/>
    <w:rsid w:val="00971AE7"/>
    <w:rsid w:val="00972B70"/>
    <w:rsid w:val="00972B92"/>
    <w:rsid w:val="00972D94"/>
    <w:rsid w:val="0097395E"/>
    <w:rsid w:val="00973C68"/>
    <w:rsid w:val="00974479"/>
    <w:rsid w:val="00974715"/>
    <w:rsid w:val="00975933"/>
    <w:rsid w:val="009812BC"/>
    <w:rsid w:val="00982331"/>
    <w:rsid w:val="009839B4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6698"/>
    <w:rsid w:val="009A6FED"/>
    <w:rsid w:val="009A7A2B"/>
    <w:rsid w:val="009A7C81"/>
    <w:rsid w:val="009B06F8"/>
    <w:rsid w:val="009B1246"/>
    <w:rsid w:val="009B2056"/>
    <w:rsid w:val="009B29EE"/>
    <w:rsid w:val="009B4C97"/>
    <w:rsid w:val="009B4F09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BA6"/>
    <w:rsid w:val="009D72C3"/>
    <w:rsid w:val="009E2A37"/>
    <w:rsid w:val="009E5CC1"/>
    <w:rsid w:val="009E605F"/>
    <w:rsid w:val="009E64F6"/>
    <w:rsid w:val="009E68A1"/>
    <w:rsid w:val="009F0789"/>
    <w:rsid w:val="009F1EF0"/>
    <w:rsid w:val="009F1F85"/>
    <w:rsid w:val="009F265F"/>
    <w:rsid w:val="009F3716"/>
    <w:rsid w:val="009F4396"/>
    <w:rsid w:val="009F45D5"/>
    <w:rsid w:val="009F46E4"/>
    <w:rsid w:val="009F4A48"/>
    <w:rsid w:val="009F574E"/>
    <w:rsid w:val="009F60FF"/>
    <w:rsid w:val="009F65F3"/>
    <w:rsid w:val="009F7F17"/>
    <w:rsid w:val="00A00E09"/>
    <w:rsid w:val="00A0101C"/>
    <w:rsid w:val="00A0303F"/>
    <w:rsid w:val="00A04473"/>
    <w:rsid w:val="00A05AD4"/>
    <w:rsid w:val="00A060D7"/>
    <w:rsid w:val="00A062D3"/>
    <w:rsid w:val="00A1020A"/>
    <w:rsid w:val="00A1136C"/>
    <w:rsid w:val="00A11D03"/>
    <w:rsid w:val="00A12397"/>
    <w:rsid w:val="00A14484"/>
    <w:rsid w:val="00A14D72"/>
    <w:rsid w:val="00A15DD3"/>
    <w:rsid w:val="00A17F76"/>
    <w:rsid w:val="00A23A88"/>
    <w:rsid w:val="00A244D4"/>
    <w:rsid w:val="00A24598"/>
    <w:rsid w:val="00A263DA"/>
    <w:rsid w:val="00A27EDA"/>
    <w:rsid w:val="00A34BFC"/>
    <w:rsid w:val="00A3728B"/>
    <w:rsid w:val="00A37C55"/>
    <w:rsid w:val="00A4012F"/>
    <w:rsid w:val="00A40A3A"/>
    <w:rsid w:val="00A40E16"/>
    <w:rsid w:val="00A41AF9"/>
    <w:rsid w:val="00A445EE"/>
    <w:rsid w:val="00A44ED3"/>
    <w:rsid w:val="00A45237"/>
    <w:rsid w:val="00A4525A"/>
    <w:rsid w:val="00A45FC6"/>
    <w:rsid w:val="00A47CBE"/>
    <w:rsid w:val="00A47F73"/>
    <w:rsid w:val="00A504DB"/>
    <w:rsid w:val="00A54E40"/>
    <w:rsid w:val="00A55415"/>
    <w:rsid w:val="00A5604B"/>
    <w:rsid w:val="00A563BA"/>
    <w:rsid w:val="00A566EC"/>
    <w:rsid w:val="00A56EB8"/>
    <w:rsid w:val="00A572CD"/>
    <w:rsid w:val="00A60F6A"/>
    <w:rsid w:val="00A632E3"/>
    <w:rsid w:val="00A638E3"/>
    <w:rsid w:val="00A64CE4"/>
    <w:rsid w:val="00A657F8"/>
    <w:rsid w:val="00A65B15"/>
    <w:rsid w:val="00A664BE"/>
    <w:rsid w:val="00A6713A"/>
    <w:rsid w:val="00A67CF1"/>
    <w:rsid w:val="00A703E6"/>
    <w:rsid w:val="00A70E28"/>
    <w:rsid w:val="00A71E5F"/>
    <w:rsid w:val="00A75E50"/>
    <w:rsid w:val="00A778BC"/>
    <w:rsid w:val="00A813F7"/>
    <w:rsid w:val="00A81A7D"/>
    <w:rsid w:val="00A83605"/>
    <w:rsid w:val="00A83AF0"/>
    <w:rsid w:val="00A83DB5"/>
    <w:rsid w:val="00A84D89"/>
    <w:rsid w:val="00A867C2"/>
    <w:rsid w:val="00A86B05"/>
    <w:rsid w:val="00A8710B"/>
    <w:rsid w:val="00A87C28"/>
    <w:rsid w:val="00A9050B"/>
    <w:rsid w:val="00A9107B"/>
    <w:rsid w:val="00A911ED"/>
    <w:rsid w:val="00A91E6E"/>
    <w:rsid w:val="00A92481"/>
    <w:rsid w:val="00A92E48"/>
    <w:rsid w:val="00A93210"/>
    <w:rsid w:val="00A93CF2"/>
    <w:rsid w:val="00A943B1"/>
    <w:rsid w:val="00A96B62"/>
    <w:rsid w:val="00AA122A"/>
    <w:rsid w:val="00AA12B8"/>
    <w:rsid w:val="00AA15E4"/>
    <w:rsid w:val="00AA24B4"/>
    <w:rsid w:val="00AA5D4F"/>
    <w:rsid w:val="00AB014B"/>
    <w:rsid w:val="00AB0393"/>
    <w:rsid w:val="00AB17A7"/>
    <w:rsid w:val="00AB300E"/>
    <w:rsid w:val="00AB3EA4"/>
    <w:rsid w:val="00AB5D4B"/>
    <w:rsid w:val="00AC1A47"/>
    <w:rsid w:val="00AC1EEB"/>
    <w:rsid w:val="00AC2644"/>
    <w:rsid w:val="00AC47FF"/>
    <w:rsid w:val="00AD0FE7"/>
    <w:rsid w:val="00AD1464"/>
    <w:rsid w:val="00AD2D21"/>
    <w:rsid w:val="00AD3DEB"/>
    <w:rsid w:val="00AD421F"/>
    <w:rsid w:val="00AD5A2D"/>
    <w:rsid w:val="00AD5BDA"/>
    <w:rsid w:val="00AD623A"/>
    <w:rsid w:val="00AD7F36"/>
    <w:rsid w:val="00AE4128"/>
    <w:rsid w:val="00AE504D"/>
    <w:rsid w:val="00AE578A"/>
    <w:rsid w:val="00AE6181"/>
    <w:rsid w:val="00AF04C5"/>
    <w:rsid w:val="00AF14AA"/>
    <w:rsid w:val="00AF28E5"/>
    <w:rsid w:val="00AF2E86"/>
    <w:rsid w:val="00AF348B"/>
    <w:rsid w:val="00AF65F6"/>
    <w:rsid w:val="00AF6A6B"/>
    <w:rsid w:val="00AF7A17"/>
    <w:rsid w:val="00B004BA"/>
    <w:rsid w:val="00B021B3"/>
    <w:rsid w:val="00B02D67"/>
    <w:rsid w:val="00B04DFB"/>
    <w:rsid w:val="00B052EF"/>
    <w:rsid w:val="00B05450"/>
    <w:rsid w:val="00B07A3A"/>
    <w:rsid w:val="00B07ABB"/>
    <w:rsid w:val="00B11C94"/>
    <w:rsid w:val="00B15D55"/>
    <w:rsid w:val="00B16B20"/>
    <w:rsid w:val="00B20A09"/>
    <w:rsid w:val="00B2313F"/>
    <w:rsid w:val="00B25D98"/>
    <w:rsid w:val="00B26F82"/>
    <w:rsid w:val="00B2738E"/>
    <w:rsid w:val="00B305A5"/>
    <w:rsid w:val="00B32322"/>
    <w:rsid w:val="00B34D8A"/>
    <w:rsid w:val="00B360B9"/>
    <w:rsid w:val="00B41A74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75532"/>
    <w:rsid w:val="00B75570"/>
    <w:rsid w:val="00B809B0"/>
    <w:rsid w:val="00B81071"/>
    <w:rsid w:val="00B811F7"/>
    <w:rsid w:val="00B836B8"/>
    <w:rsid w:val="00B83F2C"/>
    <w:rsid w:val="00B83FE5"/>
    <w:rsid w:val="00B844A2"/>
    <w:rsid w:val="00B8623D"/>
    <w:rsid w:val="00B91061"/>
    <w:rsid w:val="00B94C5B"/>
    <w:rsid w:val="00B963F1"/>
    <w:rsid w:val="00BA0821"/>
    <w:rsid w:val="00BA33E0"/>
    <w:rsid w:val="00BA40D4"/>
    <w:rsid w:val="00BA481B"/>
    <w:rsid w:val="00BA7E69"/>
    <w:rsid w:val="00BB281D"/>
    <w:rsid w:val="00BB4265"/>
    <w:rsid w:val="00BB4D63"/>
    <w:rsid w:val="00BB510A"/>
    <w:rsid w:val="00BB526F"/>
    <w:rsid w:val="00BB5B9C"/>
    <w:rsid w:val="00BB62C0"/>
    <w:rsid w:val="00BB6B03"/>
    <w:rsid w:val="00BC27D0"/>
    <w:rsid w:val="00BD15E0"/>
    <w:rsid w:val="00BD3E05"/>
    <w:rsid w:val="00BD64F3"/>
    <w:rsid w:val="00BD6670"/>
    <w:rsid w:val="00BD681F"/>
    <w:rsid w:val="00BD6CAC"/>
    <w:rsid w:val="00BE10EF"/>
    <w:rsid w:val="00BE14D6"/>
    <w:rsid w:val="00BE2FDD"/>
    <w:rsid w:val="00BE31DF"/>
    <w:rsid w:val="00BE50DA"/>
    <w:rsid w:val="00BE5F88"/>
    <w:rsid w:val="00BF126F"/>
    <w:rsid w:val="00BF206B"/>
    <w:rsid w:val="00BF26C7"/>
    <w:rsid w:val="00BF4A63"/>
    <w:rsid w:val="00BF6808"/>
    <w:rsid w:val="00C03E06"/>
    <w:rsid w:val="00C10DF5"/>
    <w:rsid w:val="00C16C4C"/>
    <w:rsid w:val="00C170FF"/>
    <w:rsid w:val="00C21F6C"/>
    <w:rsid w:val="00C23352"/>
    <w:rsid w:val="00C233E7"/>
    <w:rsid w:val="00C24813"/>
    <w:rsid w:val="00C25712"/>
    <w:rsid w:val="00C261D6"/>
    <w:rsid w:val="00C2657B"/>
    <w:rsid w:val="00C2690F"/>
    <w:rsid w:val="00C276D7"/>
    <w:rsid w:val="00C36507"/>
    <w:rsid w:val="00C40125"/>
    <w:rsid w:val="00C408FB"/>
    <w:rsid w:val="00C40EE8"/>
    <w:rsid w:val="00C416CC"/>
    <w:rsid w:val="00C4540E"/>
    <w:rsid w:val="00C45D90"/>
    <w:rsid w:val="00C4670B"/>
    <w:rsid w:val="00C46BA1"/>
    <w:rsid w:val="00C4758C"/>
    <w:rsid w:val="00C5010A"/>
    <w:rsid w:val="00C525F7"/>
    <w:rsid w:val="00C54EBB"/>
    <w:rsid w:val="00C55139"/>
    <w:rsid w:val="00C56BFE"/>
    <w:rsid w:val="00C63B6E"/>
    <w:rsid w:val="00C711BE"/>
    <w:rsid w:val="00C71CCA"/>
    <w:rsid w:val="00C7219B"/>
    <w:rsid w:val="00C729F5"/>
    <w:rsid w:val="00C739EF"/>
    <w:rsid w:val="00C7673E"/>
    <w:rsid w:val="00C80198"/>
    <w:rsid w:val="00C80F15"/>
    <w:rsid w:val="00C81A40"/>
    <w:rsid w:val="00C838D4"/>
    <w:rsid w:val="00C862CE"/>
    <w:rsid w:val="00C879F6"/>
    <w:rsid w:val="00C87E6A"/>
    <w:rsid w:val="00C94DEF"/>
    <w:rsid w:val="00C96385"/>
    <w:rsid w:val="00C96CD8"/>
    <w:rsid w:val="00C97305"/>
    <w:rsid w:val="00CA1CD3"/>
    <w:rsid w:val="00CA2830"/>
    <w:rsid w:val="00CA28E1"/>
    <w:rsid w:val="00CA5B5A"/>
    <w:rsid w:val="00CA7FA3"/>
    <w:rsid w:val="00CB3320"/>
    <w:rsid w:val="00CC3F91"/>
    <w:rsid w:val="00CC6902"/>
    <w:rsid w:val="00CC7AAF"/>
    <w:rsid w:val="00CD01FC"/>
    <w:rsid w:val="00CD08CE"/>
    <w:rsid w:val="00CD0B14"/>
    <w:rsid w:val="00CD296A"/>
    <w:rsid w:val="00CD2E58"/>
    <w:rsid w:val="00CD4EB1"/>
    <w:rsid w:val="00CD7167"/>
    <w:rsid w:val="00CD7287"/>
    <w:rsid w:val="00CE2DFF"/>
    <w:rsid w:val="00CE3CCA"/>
    <w:rsid w:val="00CE5137"/>
    <w:rsid w:val="00CE5BB9"/>
    <w:rsid w:val="00CF288B"/>
    <w:rsid w:val="00D00054"/>
    <w:rsid w:val="00D00598"/>
    <w:rsid w:val="00D0246C"/>
    <w:rsid w:val="00D0345A"/>
    <w:rsid w:val="00D048BE"/>
    <w:rsid w:val="00D04B50"/>
    <w:rsid w:val="00D05C4A"/>
    <w:rsid w:val="00D06CEE"/>
    <w:rsid w:val="00D073E8"/>
    <w:rsid w:val="00D077E1"/>
    <w:rsid w:val="00D07E71"/>
    <w:rsid w:val="00D10EC9"/>
    <w:rsid w:val="00D117E2"/>
    <w:rsid w:val="00D135E2"/>
    <w:rsid w:val="00D14076"/>
    <w:rsid w:val="00D1658F"/>
    <w:rsid w:val="00D17969"/>
    <w:rsid w:val="00D22FD2"/>
    <w:rsid w:val="00D2379F"/>
    <w:rsid w:val="00D237F0"/>
    <w:rsid w:val="00D25530"/>
    <w:rsid w:val="00D2559E"/>
    <w:rsid w:val="00D263B9"/>
    <w:rsid w:val="00D26C7C"/>
    <w:rsid w:val="00D32715"/>
    <w:rsid w:val="00D327F3"/>
    <w:rsid w:val="00D35E81"/>
    <w:rsid w:val="00D37B56"/>
    <w:rsid w:val="00D44F85"/>
    <w:rsid w:val="00D457CB"/>
    <w:rsid w:val="00D46155"/>
    <w:rsid w:val="00D4663D"/>
    <w:rsid w:val="00D468F8"/>
    <w:rsid w:val="00D4723C"/>
    <w:rsid w:val="00D47AA1"/>
    <w:rsid w:val="00D50CD7"/>
    <w:rsid w:val="00D546B9"/>
    <w:rsid w:val="00D55F1E"/>
    <w:rsid w:val="00D6015F"/>
    <w:rsid w:val="00D619F8"/>
    <w:rsid w:val="00D6293D"/>
    <w:rsid w:val="00D6300D"/>
    <w:rsid w:val="00D6340F"/>
    <w:rsid w:val="00D6512F"/>
    <w:rsid w:val="00D6690E"/>
    <w:rsid w:val="00D70ED2"/>
    <w:rsid w:val="00D7378B"/>
    <w:rsid w:val="00D73FC7"/>
    <w:rsid w:val="00D74063"/>
    <w:rsid w:val="00D74514"/>
    <w:rsid w:val="00D75C84"/>
    <w:rsid w:val="00D7769A"/>
    <w:rsid w:val="00D8048A"/>
    <w:rsid w:val="00D819D0"/>
    <w:rsid w:val="00D843D9"/>
    <w:rsid w:val="00D84B3C"/>
    <w:rsid w:val="00D86D80"/>
    <w:rsid w:val="00D86EA7"/>
    <w:rsid w:val="00D87460"/>
    <w:rsid w:val="00D9063F"/>
    <w:rsid w:val="00D906F8"/>
    <w:rsid w:val="00D909C3"/>
    <w:rsid w:val="00D9305B"/>
    <w:rsid w:val="00DA131A"/>
    <w:rsid w:val="00DA19DA"/>
    <w:rsid w:val="00DA3DD6"/>
    <w:rsid w:val="00DA423A"/>
    <w:rsid w:val="00DA46EB"/>
    <w:rsid w:val="00DA58A6"/>
    <w:rsid w:val="00DA7D27"/>
    <w:rsid w:val="00DB0DAD"/>
    <w:rsid w:val="00DB1DB5"/>
    <w:rsid w:val="00DB4465"/>
    <w:rsid w:val="00DB63DE"/>
    <w:rsid w:val="00DB641B"/>
    <w:rsid w:val="00DB711C"/>
    <w:rsid w:val="00DB72B6"/>
    <w:rsid w:val="00DC18A6"/>
    <w:rsid w:val="00DC2458"/>
    <w:rsid w:val="00DC33AD"/>
    <w:rsid w:val="00DC6BA8"/>
    <w:rsid w:val="00DC7B0E"/>
    <w:rsid w:val="00DD0CC5"/>
    <w:rsid w:val="00DD36CF"/>
    <w:rsid w:val="00DD3ADB"/>
    <w:rsid w:val="00DD72C6"/>
    <w:rsid w:val="00DD771E"/>
    <w:rsid w:val="00DE04A2"/>
    <w:rsid w:val="00DE2AB9"/>
    <w:rsid w:val="00DE2EBB"/>
    <w:rsid w:val="00DE75A7"/>
    <w:rsid w:val="00DE7C9A"/>
    <w:rsid w:val="00DF0D1F"/>
    <w:rsid w:val="00DF4F5E"/>
    <w:rsid w:val="00DF51F1"/>
    <w:rsid w:val="00E0216D"/>
    <w:rsid w:val="00E0423A"/>
    <w:rsid w:val="00E05D73"/>
    <w:rsid w:val="00E05FFF"/>
    <w:rsid w:val="00E0699C"/>
    <w:rsid w:val="00E073CA"/>
    <w:rsid w:val="00E11AC4"/>
    <w:rsid w:val="00E11E69"/>
    <w:rsid w:val="00E12FF7"/>
    <w:rsid w:val="00E14C19"/>
    <w:rsid w:val="00E14DE6"/>
    <w:rsid w:val="00E233D4"/>
    <w:rsid w:val="00E24B6E"/>
    <w:rsid w:val="00E3170E"/>
    <w:rsid w:val="00E33A0A"/>
    <w:rsid w:val="00E3463E"/>
    <w:rsid w:val="00E3471F"/>
    <w:rsid w:val="00E34CFA"/>
    <w:rsid w:val="00E35096"/>
    <w:rsid w:val="00E36373"/>
    <w:rsid w:val="00E37021"/>
    <w:rsid w:val="00E41267"/>
    <w:rsid w:val="00E413A0"/>
    <w:rsid w:val="00E428C7"/>
    <w:rsid w:val="00E44835"/>
    <w:rsid w:val="00E46931"/>
    <w:rsid w:val="00E504DD"/>
    <w:rsid w:val="00E52A8C"/>
    <w:rsid w:val="00E54B18"/>
    <w:rsid w:val="00E54B89"/>
    <w:rsid w:val="00E564A0"/>
    <w:rsid w:val="00E5697C"/>
    <w:rsid w:val="00E6229D"/>
    <w:rsid w:val="00E64B58"/>
    <w:rsid w:val="00E66AC6"/>
    <w:rsid w:val="00E74371"/>
    <w:rsid w:val="00E74D26"/>
    <w:rsid w:val="00E7588E"/>
    <w:rsid w:val="00E75B29"/>
    <w:rsid w:val="00E80E3E"/>
    <w:rsid w:val="00E82E3D"/>
    <w:rsid w:val="00E85E64"/>
    <w:rsid w:val="00E86B16"/>
    <w:rsid w:val="00E87A0F"/>
    <w:rsid w:val="00E87D5F"/>
    <w:rsid w:val="00E902ED"/>
    <w:rsid w:val="00E90554"/>
    <w:rsid w:val="00E922D5"/>
    <w:rsid w:val="00E92B1F"/>
    <w:rsid w:val="00E942F9"/>
    <w:rsid w:val="00EA08E8"/>
    <w:rsid w:val="00EA6445"/>
    <w:rsid w:val="00EA7DF8"/>
    <w:rsid w:val="00EB0F4C"/>
    <w:rsid w:val="00EB32BC"/>
    <w:rsid w:val="00EB32D3"/>
    <w:rsid w:val="00EB383D"/>
    <w:rsid w:val="00EC005C"/>
    <w:rsid w:val="00EC5473"/>
    <w:rsid w:val="00EC750E"/>
    <w:rsid w:val="00EC7898"/>
    <w:rsid w:val="00ED1F5B"/>
    <w:rsid w:val="00ED6D5B"/>
    <w:rsid w:val="00EE2EFD"/>
    <w:rsid w:val="00EE7B1C"/>
    <w:rsid w:val="00EE7D97"/>
    <w:rsid w:val="00EF010D"/>
    <w:rsid w:val="00EF0E9E"/>
    <w:rsid w:val="00EF15B3"/>
    <w:rsid w:val="00EF1E80"/>
    <w:rsid w:val="00EF3B3F"/>
    <w:rsid w:val="00EF6254"/>
    <w:rsid w:val="00EF77E7"/>
    <w:rsid w:val="00F00BA0"/>
    <w:rsid w:val="00F016E6"/>
    <w:rsid w:val="00F01BF8"/>
    <w:rsid w:val="00F07DA0"/>
    <w:rsid w:val="00F1402F"/>
    <w:rsid w:val="00F172BB"/>
    <w:rsid w:val="00F20BC8"/>
    <w:rsid w:val="00F21D4A"/>
    <w:rsid w:val="00F2440E"/>
    <w:rsid w:val="00F25B04"/>
    <w:rsid w:val="00F27D6F"/>
    <w:rsid w:val="00F31122"/>
    <w:rsid w:val="00F31A99"/>
    <w:rsid w:val="00F349B2"/>
    <w:rsid w:val="00F35F76"/>
    <w:rsid w:val="00F3734E"/>
    <w:rsid w:val="00F37C50"/>
    <w:rsid w:val="00F416AB"/>
    <w:rsid w:val="00F44E8C"/>
    <w:rsid w:val="00F47326"/>
    <w:rsid w:val="00F47928"/>
    <w:rsid w:val="00F5121F"/>
    <w:rsid w:val="00F5137E"/>
    <w:rsid w:val="00F51ACF"/>
    <w:rsid w:val="00F52B0A"/>
    <w:rsid w:val="00F53C2E"/>
    <w:rsid w:val="00F54801"/>
    <w:rsid w:val="00F550E8"/>
    <w:rsid w:val="00F5521D"/>
    <w:rsid w:val="00F55CE5"/>
    <w:rsid w:val="00F5641D"/>
    <w:rsid w:val="00F56CE1"/>
    <w:rsid w:val="00F56E24"/>
    <w:rsid w:val="00F604C7"/>
    <w:rsid w:val="00F61C2C"/>
    <w:rsid w:val="00F6294A"/>
    <w:rsid w:val="00F634D5"/>
    <w:rsid w:val="00F63DD4"/>
    <w:rsid w:val="00F64A07"/>
    <w:rsid w:val="00F656F7"/>
    <w:rsid w:val="00F67B08"/>
    <w:rsid w:val="00F71E06"/>
    <w:rsid w:val="00F72992"/>
    <w:rsid w:val="00F7374F"/>
    <w:rsid w:val="00F80162"/>
    <w:rsid w:val="00F8246A"/>
    <w:rsid w:val="00F86983"/>
    <w:rsid w:val="00F91E21"/>
    <w:rsid w:val="00F935CE"/>
    <w:rsid w:val="00FA0CD0"/>
    <w:rsid w:val="00FA1237"/>
    <w:rsid w:val="00FA2F58"/>
    <w:rsid w:val="00FA3E78"/>
    <w:rsid w:val="00FA46C0"/>
    <w:rsid w:val="00FA4C49"/>
    <w:rsid w:val="00FA5072"/>
    <w:rsid w:val="00FA565A"/>
    <w:rsid w:val="00FA58BF"/>
    <w:rsid w:val="00FA7ABE"/>
    <w:rsid w:val="00FB161A"/>
    <w:rsid w:val="00FB5BD6"/>
    <w:rsid w:val="00FB79CB"/>
    <w:rsid w:val="00FC0B84"/>
    <w:rsid w:val="00FC0F15"/>
    <w:rsid w:val="00FC167D"/>
    <w:rsid w:val="00FC3CFE"/>
    <w:rsid w:val="00FC4027"/>
    <w:rsid w:val="00FC49F6"/>
    <w:rsid w:val="00FD0687"/>
    <w:rsid w:val="00FD477E"/>
    <w:rsid w:val="00FD57DA"/>
    <w:rsid w:val="00FD6B8B"/>
    <w:rsid w:val="00FD6F89"/>
    <w:rsid w:val="00FD7420"/>
    <w:rsid w:val="00FD74FA"/>
    <w:rsid w:val="00FE2016"/>
    <w:rsid w:val="00FE2739"/>
    <w:rsid w:val="00FE312A"/>
    <w:rsid w:val="00FE43BD"/>
    <w:rsid w:val="00FE6C87"/>
    <w:rsid w:val="00FF4972"/>
    <w:rsid w:val="00FF5165"/>
    <w:rsid w:val="00FF6896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636FC134"/>
  <w15:docId w15:val="{EB2A4878-6643-41BC-B7C5-C7C9A2BF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A24598"/>
    <w:pPr>
      <w:numPr>
        <w:numId w:val="4"/>
      </w:numPr>
      <w:spacing w:before="120" w:after="80"/>
    </w:pPr>
    <w:rPr>
      <w:rFonts w:ascii="Arial" w:hAnsi="Arial"/>
      <w:b/>
      <w:caps/>
      <w:sz w:val="22"/>
    </w:rPr>
  </w:style>
  <w:style w:type="paragraph" w:styleId="Commarcadores">
    <w:name w:val="List Bullet"/>
    <w:basedOn w:val="Normal"/>
    <w:rsid w:val="00A24598"/>
    <w:pPr>
      <w:numPr>
        <w:numId w:val="5"/>
      </w:numPr>
      <w:spacing w:after="120"/>
      <w:contextualSpacing/>
    </w:pPr>
    <w:rPr>
      <w:rFonts w:ascii="Arial" w:hAnsi="Arial"/>
      <w:sz w:val="20"/>
    </w:rPr>
  </w:style>
  <w:style w:type="character" w:styleId="Forte">
    <w:name w:val="Strong"/>
    <w:basedOn w:val="Fontepargpadro"/>
    <w:uiPriority w:val="22"/>
    <w:qFormat/>
    <w:rsid w:val="00D0246C"/>
    <w:rPr>
      <w:b/>
      <w:bCs/>
    </w:rPr>
  </w:style>
  <w:style w:type="paragraph" w:styleId="Ttulo">
    <w:name w:val="Title"/>
    <w:basedOn w:val="Normal"/>
    <w:link w:val="TtuloChar"/>
    <w:qFormat/>
    <w:rsid w:val="00BA33E0"/>
    <w:pPr>
      <w:jc w:val="center"/>
    </w:pPr>
    <w:rPr>
      <w:rFonts w:ascii="Arial" w:hAnsi="Arial"/>
      <w:b/>
      <w:sz w:val="20"/>
      <w:szCs w:val="20"/>
    </w:rPr>
  </w:style>
  <w:style w:type="character" w:customStyle="1" w:styleId="TtuloChar">
    <w:name w:val="Título Char"/>
    <w:basedOn w:val="Fontepargpadro"/>
    <w:link w:val="Ttulo"/>
    <w:rsid w:val="00BA33E0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3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D504FDBC058E4681CC6A54150258FB" ma:contentTypeVersion="10" ma:contentTypeDescription="Crie um novo documento." ma:contentTypeScope="" ma:versionID="268d59cbdec0149d5286896a9e79fb00">
  <xsd:schema xmlns:xsd="http://www.w3.org/2001/XMLSchema" xmlns:xs="http://www.w3.org/2001/XMLSchema" xmlns:p="http://schemas.microsoft.com/office/2006/metadata/properties" xmlns:ns2="07bca0f6-086c-4ee3-a73f-70cedb11f462" xmlns:ns3="e1e74059-74ae-48b4-bae2-90539b216a34" targetNamespace="http://schemas.microsoft.com/office/2006/metadata/properties" ma:root="true" ma:fieldsID="e07c2d2abe057fcfda8b2b2b84645cb2" ns2:_="" ns3:_="">
    <xsd:import namespace="07bca0f6-086c-4ee3-a73f-70cedb11f462"/>
    <xsd:import namespace="e1e74059-74ae-48b4-bae2-90539b216a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ca0f6-086c-4ee3-a73f-70cedb11f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74059-74ae-48b4-bae2-90539b216a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AA630B-9DE7-4F53-A8E9-3634C01619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6A09F-4156-46FC-A0BE-671F05C8A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bca0f6-086c-4ee3-a73f-70cedb11f462"/>
    <ds:schemaRef ds:uri="e1e74059-74ae-48b4-bae2-90539b216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3</TotalTime>
  <Pages>1</Pages>
  <Words>170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CHIOVATO, FRANCIELLE O  - Uberaba 3, MG</cp:lastModifiedBy>
  <cp:revision>9</cp:revision>
  <cp:lastPrinted>2015-02-26T12:03:00Z</cp:lastPrinted>
  <dcterms:created xsi:type="dcterms:W3CDTF">2019-10-03T17:08:00Z</dcterms:created>
  <dcterms:modified xsi:type="dcterms:W3CDTF">2025-06-24T13:59:00Z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0x01010035D504FDBC058E4681CC6A54150258FB</vt:lpwstr>
  </property>
  <property fmtid="{D5CDD505-2E9C-101B-9397-08002B2CF9AE}" pid="3" name="GrammarlyDocumentId">
    <vt:lpwstr>b2ed1cb4-1880-4221-b5db-fe349fa3c999</vt:lpwstr>
  </property>
</Properties>
</file>